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7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44"/>
      </w:tblGrid>
      <w:tr w:rsidR="00BD29CE" w:rsidRPr="00D26729" w:rsidTr="0014641C">
        <w:trPr>
          <w:trHeight w:hRule="exact" w:val="1276"/>
        </w:trPr>
        <w:tc>
          <w:tcPr>
            <w:tcW w:w="7644" w:type="dxa"/>
          </w:tcPr>
          <w:p w:rsidR="0014641C" w:rsidRPr="00D26729" w:rsidRDefault="0014641C" w:rsidP="00F05BFA"/>
          <w:p w:rsidR="00BD29CE" w:rsidRPr="00D26729" w:rsidRDefault="0014641C" w:rsidP="00A16A37">
            <w:pPr>
              <w:rPr>
                <w:vanish/>
              </w:rPr>
            </w:pPr>
            <w:r w:rsidRPr="00D26729">
              <w:rPr>
                <w:vanish/>
              </w:rPr>
              <w:t>Dieser Bereich darf nicht</w:t>
            </w:r>
            <w:r w:rsidR="00AE35DB" w:rsidRPr="00D26729">
              <w:rPr>
                <w:vanish/>
              </w:rPr>
              <w:t xml:space="preserve"> beschrieben oder</w:t>
            </w:r>
            <w:r w:rsidRPr="00D26729">
              <w:rPr>
                <w:vanish/>
              </w:rPr>
              <w:t xml:space="preserve"> gelöscht werden</w:t>
            </w:r>
            <w:r w:rsidR="00AE35DB" w:rsidRPr="00D26729">
              <w:rPr>
                <w:vanish/>
              </w:rPr>
              <w:t>!</w:t>
            </w:r>
          </w:p>
        </w:tc>
      </w:tr>
    </w:tbl>
    <w:p w:rsidR="00114F97" w:rsidRPr="00D26729" w:rsidRDefault="00114F97" w:rsidP="00114F97">
      <w:pPr>
        <w:pStyle w:val="Dokumententyp"/>
        <w:jc w:val="left"/>
        <w:rPr>
          <w:caps/>
        </w:rPr>
      </w:pPr>
    </w:p>
    <w:p w:rsidR="00114F97" w:rsidRPr="00D26729" w:rsidRDefault="00114F97" w:rsidP="00114F97">
      <w:pPr>
        <w:pStyle w:val="Dokumententyp"/>
        <w:jc w:val="left"/>
        <w:rPr>
          <w:caps/>
        </w:rPr>
      </w:pPr>
    </w:p>
    <w:p w:rsidR="009534E5" w:rsidRPr="00D26729" w:rsidRDefault="00B441D5" w:rsidP="00760154">
      <w:pPr>
        <w:pStyle w:val="Titel"/>
      </w:pPr>
      <w:r>
        <w:t>Leitfaden</w:t>
      </w:r>
      <w:r w:rsidR="00A052DC">
        <w:t xml:space="preserve"> Abschlussarbeit</w:t>
      </w:r>
    </w:p>
    <w:p w:rsidR="009534E5" w:rsidRPr="00D26729" w:rsidRDefault="009534E5" w:rsidP="009534E5">
      <w:pPr>
        <w:rPr>
          <w:lang w:eastAsia="de-DE"/>
        </w:rPr>
      </w:pPr>
    </w:p>
    <w:p w:rsidR="009534E5" w:rsidRPr="00D26729" w:rsidRDefault="009534E5" w:rsidP="009534E5">
      <w:pPr>
        <w:rPr>
          <w:lang w:eastAsia="de-DE"/>
        </w:rPr>
      </w:pPr>
    </w:p>
    <w:p w:rsidR="009534E5" w:rsidRPr="00D26729" w:rsidRDefault="009534E5" w:rsidP="009534E5">
      <w:pPr>
        <w:rPr>
          <w:lang w:eastAsia="de-DE"/>
        </w:rPr>
      </w:pPr>
    </w:p>
    <w:p w:rsidR="00114F97" w:rsidRPr="00D26729" w:rsidRDefault="00114F97" w:rsidP="00114F97">
      <w:pPr>
        <w:rPr>
          <w:lang w:eastAsia="de-DE"/>
        </w:rPr>
      </w:pPr>
    </w:p>
    <w:p w:rsidR="00A77DBA" w:rsidRPr="00D26729" w:rsidRDefault="00A77DBA" w:rsidP="00114F97">
      <w:pPr>
        <w:rPr>
          <w:lang w:eastAsia="de-DE"/>
        </w:rPr>
      </w:pPr>
    </w:p>
    <w:p w:rsidR="00A77DBA" w:rsidRPr="00D26729" w:rsidRDefault="00A77DBA" w:rsidP="00114F97">
      <w:pPr>
        <w:rPr>
          <w:lang w:eastAsia="de-DE"/>
        </w:rPr>
      </w:pPr>
    </w:p>
    <w:p w:rsidR="00A77DBA" w:rsidRPr="00D26729" w:rsidRDefault="00A77DBA" w:rsidP="00114F97">
      <w:pPr>
        <w:rPr>
          <w:lang w:eastAsia="de-DE"/>
        </w:rPr>
      </w:pPr>
    </w:p>
    <w:p w:rsidR="00A77DBA" w:rsidRPr="00D26729" w:rsidRDefault="00A77DBA" w:rsidP="00114F97">
      <w:pPr>
        <w:rPr>
          <w:lang w:eastAsia="de-DE"/>
        </w:rPr>
      </w:pPr>
    </w:p>
    <w:p w:rsidR="00A77DBA" w:rsidRPr="00D26729" w:rsidRDefault="00A77DBA" w:rsidP="00114F97">
      <w:pPr>
        <w:rPr>
          <w:lang w:eastAsia="de-DE"/>
        </w:rPr>
      </w:pPr>
    </w:p>
    <w:p w:rsidR="00114F97" w:rsidRDefault="00114F97"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Default="005905D6" w:rsidP="00114F97">
      <w:pPr>
        <w:rPr>
          <w:lang w:eastAsia="de-DE"/>
        </w:rPr>
      </w:pPr>
    </w:p>
    <w:p w:rsidR="005905D6" w:rsidRPr="00D26729" w:rsidRDefault="005905D6" w:rsidP="00114F97">
      <w:pPr>
        <w:rPr>
          <w:lang w:eastAsia="de-DE"/>
        </w:rPr>
      </w:pPr>
    </w:p>
    <w:p w:rsidR="00114F97" w:rsidRPr="00D26729" w:rsidRDefault="00114F97" w:rsidP="00114F97">
      <w:pPr>
        <w:rPr>
          <w:lang w:eastAsia="de-DE"/>
        </w:rPr>
      </w:pPr>
    </w:p>
    <w:p w:rsidR="005B3178" w:rsidRPr="00D26729" w:rsidRDefault="005B3178" w:rsidP="005B3178">
      <w:pPr>
        <w:rPr>
          <w:b/>
          <w:lang w:eastAsia="de-DE"/>
        </w:rPr>
      </w:pPr>
      <w:r w:rsidRPr="00D26729">
        <w:rPr>
          <w:b/>
          <w:lang w:eastAsia="de-DE"/>
        </w:rPr>
        <w:t xml:space="preserve">Zur </w:t>
      </w:r>
      <w:r w:rsidR="001C7442" w:rsidRPr="00DE7C81">
        <w:rPr>
          <w:b/>
          <w:lang w:eastAsia="de-DE"/>
        </w:rPr>
        <w:t>Abschlussarbeit</w:t>
      </w:r>
    </w:p>
    <w:p w:rsidR="002A2DA8" w:rsidRDefault="002A2DA8" w:rsidP="002A2DA8">
      <w:pPr>
        <w:jc w:val="both"/>
      </w:pPr>
      <w:r w:rsidRPr="00033BC5">
        <w:t xml:space="preserve">Mit der Abschlussarbeit hat </w:t>
      </w:r>
      <w:r>
        <w:t xml:space="preserve">die Kandidatin oder </w:t>
      </w:r>
      <w:r w:rsidRPr="00033BC5">
        <w:t xml:space="preserve">der Kandidat den Nachweis zu erbringen, dass </w:t>
      </w:r>
      <w:r>
        <w:t xml:space="preserve">sie/er </w:t>
      </w:r>
      <w:r w:rsidRPr="00033BC5">
        <w:t>in der Lage ist, aus dem Bereich der Gebäudeautomation ein vorgegebenes Projekt praxisorientiert und selbst</w:t>
      </w:r>
      <w:r>
        <w:t>st</w:t>
      </w:r>
      <w:r w:rsidRPr="00033BC5">
        <w:t xml:space="preserve">ändig zu beschreiben und zu analysieren. </w:t>
      </w:r>
      <w:r>
        <w:t xml:space="preserve">Die Abschlussarbeit versteht sich als eine theoretische, praxisorientierte Fallarbeit. Sie ist eine Vertiefungsarbeit im Bereich der </w:t>
      </w:r>
      <w:r w:rsidRPr="00DE7C81">
        <w:t>Gebäudeautomation.</w:t>
      </w:r>
      <w:r>
        <w:t xml:space="preserve"> Die Aufgabenstellung, die möglichen Themen und der Schwierigkeitsgrad richten sich nach der in der Prüfungsordnung und der dazugehörenden Wegleitung beschrieben Kompetenzen. </w:t>
      </w:r>
    </w:p>
    <w:p w:rsidR="005B3178" w:rsidRPr="00D26729" w:rsidRDefault="005B3178" w:rsidP="005B3178">
      <w:pPr>
        <w:jc w:val="both"/>
        <w:rPr>
          <w:lang w:eastAsia="de-DE"/>
        </w:rPr>
      </w:pPr>
    </w:p>
    <w:p w:rsidR="002A2DA8" w:rsidRDefault="002A2DA8" w:rsidP="002A2DA8">
      <w:pPr>
        <w:jc w:val="both"/>
      </w:pPr>
      <w:r>
        <w:t>D</w:t>
      </w:r>
      <w:r w:rsidRPr="00033BC5">
        <w:t>ie Abschlus</w:t>
      </w:r>
      <w:r>
        <w:t>sarbeit ist eine Einzelarbeit. S</w:t>
      </w:r>
      <w:r w:rsidRPr="00033BC5">
        <w:t>ie ist vo</w:t>
      </w:r>
      <w:r>
        <w:t xml:space="preserve">n den </w:t>
      </w:r>
      <w:r w:rsidRPr="00033BC5">
        <w:t>Kandida</w:t>
      </w:r>
      <w:r>
        <w:t xml:space="preserve">tinnen und Kandidaten </w:t>
      </w:r>
      <w:r w:rsidRPr="00033BC5">
        <w:t>selbst</w:t>
      </w:r>
      <w:r>
        <w:t>st</w:t>
      </w:r>
      <w:r w:rsidRPr="00033BC5">
        <w:t xml:space="preserve">ändig zu erarbeiten. </w:t>
      </w:r>
      <w:r>
        <w:t xml:space="preserve">Die verwendeten Informationsquellen sind lückenlos aufzuführen. Die Erfüllung dieser Verpflichtungen ist von den Kandidatinnen und Kandidaten am Ende der </w:t>
      </w:r>
      <w:r w:rsidR="00A052DC">
        <w:t>Abschlussarbeit</w:t>
      </w:r>
      <w:r>
        <w:t xml:space="preserve"> auf jedem Exemplar mit Unterschrift </w:t>
      </w:r>
      <w:r w:rsidRPr="00DE7C81">
        <w:t>zu bestätigen</w:t>
      </w:r>
      <w:r w:rsidR="00DE7C81" w:rsidRPr="00DE7C81">
        <w:t>.</w:t>
      </w:r>
    </w:p>
    <w:p w:rsidR="005B3178" w:rsidRPr="00D26729" w:rsidRDefault="005B3178" w:rsidP="005B3178">
      <w:pPr>
        <w:jc w:val="both"/>
        <w:rPr>
          <w:lang w:eastAsia="de-DE"/>
        </w:rPr>
      </w:pPr>
    </w:p>
    <w:p w:rsidR="005B3178" w:rsidRPr="00D26729" w:rsidRDefault="005B3178" w:rsidP="005B3178">
      <w:pPr>
        <w:jc w:val="both"/>
        <w:rPr>
          <w:lang w:eastAsia="de-DE"/>
        </w:rPr>
      </w:pPr>
    </w:p>
    <w:p w:rsidR="005B3178" w:rsidRPr="00A052DC" w:rsidRDefault="005B3178" w:rsidP="005B3178">
      <w:pPr>
        <w:jc w:val="both"/>
        <w:rPr>
          <w:b/>
          <w:lang w:eastAsia="de-DE"/>
        </w:rPr>
      </w:pPr>
      <w:r w:rsidRPr="00D26729">
        <w:rPr>
          <w:b/>
          <w:lang w:eastAsia="de-DE"/>
        </w:rPr>
        <w:t xml:space="preserve">Aufbau </w:t>
      </w:r>
      <w:r w:rsidRPr="007F142E">
        <w:rPr>
          <w:b/>
          <w:lang w:eastAsia="de-DE"/>
        </w:rPr>
        <w:t xml:space="preserve">der </w:t>
      </w:r>
      <w:r w:rsidR="00A052DC" w:rsidRPr="00A052DC">
        <w:rPr>
          <w:b/>
        </w:rPr>
        <w:t>Abschlussarbeit</w:t>
      </w:r>
    </w:p>
    <w:p w:rsidR="003218FE" w:rsidRPr="00D26729" w:rsidRDefault="00B441D5" w:rsidP="005905D6">
      <w:pPr>
        <w:jc w:val="both"/>
        <w:rPr>
          <w:lang w:eastAsia="de-DE"/>
        </w:rPr>
      </w:pPr>
      <w:r>
        <w:rPr>
          <w:lang w:eastAsia="de-DE"/>
        </w:rPr>
        <w:t xml:space="preserve">Der Leitfaden zur </w:t>
      </w:r>
      <w:r w:rsidR="00A052DC">
        <w:t>Abschlussarbeit</w:t>
      </w:r>
      <w:r>
        <w:rPr>
          <w:lang w:eastAsia="de-DE"/>
        </w:rPr>
        <w:t xml:space="preserve"> </w:t>
      </w:r>
      <w:r w:rsidR="005B3178" w:rsidRPr="007F142E">
        <w:rPr>
          <w:lang w:eastAsia="de-DE"/>
        </w:rPr>
        <w:t xml:space="preserve">dient dazu, die schriftliche Dokumentation zu erstellen. Sie gibt die Struktur der Arbeit vor. Diese ist zwingend einzuhalten. In jedem Kapitel hat es Hinweise in Kästchen zum Inhalt des entsprechenden Kapitels. </w:t>
      </w:r>
      <w:r w:rsidR="005B3178" w:rsidRPr="007F142E">
        <w:rPr>
          <w:b/>
          <w:lang w:eastAsia="de-DE"/>
        </w:rPr>
        <w:t xml:space="preserve">Diese dienen nur zu Informations- und Anleitungszwecken und sind für die Abgabe der </w:t>
      </w:r>
      <w:r w:rsidR="00A052DC" w:rsidRPr="00A052DC">
        <w:rPr>
          <w:b/>
        </w:rPr>
        <w:t>Abschlussarbeit</w:t>
      </w:r>
      <w:r w:rsidR="005B3178" w:rsidRPr="007F142E">
        <w:rPr>
          <w:b/>
          <w:lang w:eastAsia="de-DE"/>
        </w:rPr>
        <w:t xml:space="preserve"> zu löschen.</w:t>
      </w:r>
    </w:p>
    <w:p w:rsidR="002466A3" w:rsidRDefault="003218FE" w:rsidP="00A052DC">
      <w:pPr>
        <w:rPr>
          <w:b/>
        </w:rPr>
      </w:pPr>
      <w:r>
        <w:rPr>
          <w:b/>
          <w:lang w:eastAsia="de-DE"/>
        </w:rPr>
        <w:lastRenderedPageBreak/>
        <w:t xml:space="preserve">Formale Vorgaben für die </w:t>
      </w:r>
      <w:r w:rsidR="00A052DC" w:rsidRPr="00A052DC">
        <w:rPr>
          <w:b/>
        </w:rPr>
        <w:t>Abschlussarbeit</w:t>
      </w:r>
    </w:p>
    <w:p w:rsidR="00A052DC" w:rsidRDefault="00A052DC" w:rsidP="00A052DC"/>
    <w:p w:rsidR="003218FE" w:rsidRPr="003218FE" w:rsidRDefault="003218FE" w:rsidP="003218FE">
      <w:pPr>
        <w:jc w:val="both"/>
      </w:pPr>
      <w:r w:rsidRPr="003218FE">
        <w:t xml:space="preserve">Umfang </w:t>
      </w:r>
      <w:r>
        <w:tab/>
      </w:r>
      <w:r>
        <w:tab/>
      </w:r>
      <w:r>
        <w:tab/>
      </w:r>
      <w:r w:rsidRPr="003218FE">
        <w:t xml:space="preserve">minimal 15 bis maximal 20 Seiten (ohne Anhang) </w:t>
      </w:r>
    </w:p>
    <w:p w:rsidR="003218FE" w:rsidRPr="003218FE" w:rsidRDefault="003218FE" w:rsidP="003218FE">
      <w:pPr>
        <w:jc w:val="both"/>
      </w:pPr>
      <w:r w:rsidRPr="003218FE">
        <w:t xml:space="preserve">Gestaltung </w:t>
      </w:r>
      <w:r>
        <w:tab/>
      </w:r>
      <w:r>
        <w:tab/>
        <w:t>S</w:t>
      </w:r>
      <w:r w:rsidRPr="003218FE">
        <w:t xml:space="preserve">chrift Schriftart Arial mit der Schriftgrösse 10 oder Calibri mit der </w:t>
      </w:r>
    </w:p>
    <w:p w:rsidR="003218FE" w:rsidRPr="003218FE" w:rsidRDefault="003218FE" w:rsidP="003218FE">
      <w:pPr>
        <w:jc w:val="both"/>
      </w:pPr>
      <w:r w:rsidRPr="003218FE">
        <w:t xml:space="preserve">Schriftgrösse </w:t>
      </w:r>
      <w:r>
        <w:tab/>
      </w:r>
      <w:r>
        <w:tab/>
      </w:r>
      <w:r w:rsidRPr="003218FE">
        <w:t xml:space="preserve">11, Zeilenabstand Einfach </w:t>
      </w:r>
    </w:p>
    <w:p w:rsidR="003218FE" w:rsidRPr="003218FE" w:rsidRDefault="003218FE" w:rsidP="003218FE">
      <w:pPr>
        <w:jc w:val="both"/>
      </w:pPr>
      <w:r w:rsidRPr="003218FE">
        <w:t xml:space="preserve">Ränder </w:t>
      </w:r>
      <w:r>
        <w:tab/>
      </w:r>
      <w:r>
        <w:tab/>
      </w:r>
      <w:r>
        <w:tab/>
      </w:r>
      <w:r w:rsidRPr="003218FE">
        <w:t xml:space="preserve">Rand rechts 15 mm, links 25 mm, oben und unten 20 mm </w:t>
      </w:r>
    </w:p>
    <w:p w:rsidR="003218FE" w:rsidRPr="003218FE" w:rsidRDefault="003218FE" w:rsidP="003218FE">
      <w:pPr>
        <w:jc w:val="both"/>
      </w:pPr>
      <w:r w:rsidRPr="003218FE">
        <w:t xml:space="preserve">Kopf- und Fusszeile </w:t>
      </w:r>
      <w:r>
        <w:tab/>
      </w:r>
      <w:r w:rsidRPr="003218FE">
        <w:t xml:space="preserve">12 mm </w:t>
      </w:r>
    </w:p>
    <w:p w:rsidR="003218FE" w:rsidRPr="003218FE" w:rsidRDefault="003218FE" w:rsidP="003218FE">
      <w:pPr>
        <w:jc w:val="both"/>
      </w:pPr>
      <w:r w:rsidRPr="003218FE">
        <w:t xml:space="preserve">Kopfzeile Links: </w:t>
      </w:r>
      <w:r>
        <w:tab/>
      </w:r>
      <w:r>
        <w:tab/>
      </w:r>
      <w:r w:rsidRPr="003218FE">
        <w:t xml:space="preserve">Name des Verfassers </w:t>
      </w:r>
    </w:p>
    <w:p w:rsidR="003218FE" w:rsidRPr="003218FE" w:rsidRDefault="003218FE" w:rsidP="003218FE">
      <w:pPr>
        <w:jc w:val="both"/>
      </w:pPr>
      <w:r w:rsidRPr="003218FE">
        <w:t xml:space="preserve">Rechts: </w:t>
      </w:r>
      <w:r>
        <w:tab/>
      </w:r>
      <w:r>
        <w:tab/>
      </w:r>
      <w:r>
        <w:tab/>
      </w:r>
      <w:r w:rsidRPr="003218FE">
        <w:t xml:space="preserve">Titel der </w:t>
      </w:r>
      <w:r w:rsidR="00A052DC">
        <w:t>Abschlussarbeit</w:t>
      </w:r>
    </w:p>
    <w:p w:rsidR="003218FE" w:rsidRPr="003218FE" w:rsidRDefault="003218FE" w:rsidP="003218FE">
      <w:pPr>
        <w:jc w:val="both"/>
      </w:pPr>
      <w:r w:rsidRPr="003218FE">
        <w:t xml:space="preserve">Fusszeile Rechts: </w:t>
      </w:r>
      <w:r>
        <w:tab/>
      </w:r>
      <w:r>
        <w:tab/>
      </w:r>
      <w:r w:rsidRPr="003218FE">
        <w:t xml:space="preserve">Seitennummer </w:t>
      </w:r>
    </w:p>
    <w:p w:rsidR="003218FE" w:rsidRPr="003218FE" w:rsidRDefault="003218FE" w:rsidP="003218FE">
      <w:pPr>
        <w:jc w:val="both"/>
      </w:pPr>
      <w:r w:rsidRPr="003218FE">
        <w:t>Ausführung</w:t>
      </w:r>
      <w:r w:rsidR="0033788D">
        <w:t>:</w:t>
      </w:r>
      <w:r w:rsidRPr="003218FE">
        <w:t xml:space="preserve"> </w:t>
      </w:r>
      <w:r>
        <w:tab/>
      </w:r>
      <w:r>
        <w:tab/>
      </w:r>
      <w:r w:rsidRPr="003218FE">
        <w:t xml:space="preserve">Gebunden oder WIRO-Drahtbindung, einseitig bedruckt, Seiten durchgehend nummeriert; </w:t>
      </w:r>
    </w:p>
    <w:p w:rsidR="003218FE" w:rsidRDefault="003218FE" w:rsidP="003218FE">
      <w:pPr>
        <w:ind w:left="1440" w:firstLine="720"/>
        <w:jc w:val="both"/>
      </w:pPr>
      <w:r w:rsidRPr="003218FE">
        <w:t xml:space="preserve">drei Exemplare plus 1x auf USB-Stick (PDF-Format) </w:t>
      </w:r>
    </w:p>
    <w:p w:rsidR="003218FE" w:rsidRPr="003218FE" w:rsidRDefault="003218FE" w:rsidP="003218FE">
      <w:pPr>
        <w:ind w:left="1440" w:firstLine="720"/>
        <w:jc w:val="both"/>
      </w:pPr>
    </w:p>
    <w:p w:rsidR="003218FE" w:rsidRPr="003218FE" w:rsidRDefault="003218FE" w:rsidP="003218FE">
      <w:pPr>
        <w:jc w:val="both"/>
      </w:pPr>
      <w:r w:rsidRPr="003218FE">
        <w:t>Titelblatt</w:t>
      </w:r>
      <w:r w:rsidR="0033788D">
        <w:t>:</w:t>
      </w:r>
      <w:r w:rsidRPr="003218FE">
        <w:t xml:space="preserve"> </w:t>
      </w:r>
      <w:r>
        <w:tab/>
      </w:r>
      <w:r>
        <w:tab/>
      </w:r>
      <w:r w:rsidRPr="003218FE">
        <w:t>Das Titel</w:t>
      </w:r>
      <w:r w:rsidR="0033788D">
        <w:t>blatt enthält folgende Angaben</w:t>
      </w:r>
    </w:p>
    <w:p w:rsidR="003218FE" w:rsidRPr="003218FE" w:rsidRDefault="003218FE" w:rsidP="003218FE">
      <w:pPr>
        <w:ind w:left="1440" w:firstLine="720"/>
        <w:jc w:val="both"/>
      </w:pPr>
      <w:r w:rsidRPr="003218FE">
        <w:t xml:space="preserve">- Bezeichnung der Prüfung </w:t>
      </w:r>
    </w:p>
    <w:p w:rsidR="003218FE" w:rsidRPr="003218FE" w:rsidRDefault="003218FE" w:rsidP="003218FE">
      <w:pPr>
        <w:ind w:left="1440" w:firstLine="720"/>
        <w:jc w:val="both"/>
      </w:pPr>
      <w:r w:rsidRPr="003218FE">
        <w:t xml:space="preserve">- Thema der Arbeit </w:t>
      </w:r>
    </w:p>
    <w:p w:rsidR="003218FE" w:rsidRPr="003218FE" w:rsidRDefault="003218FE" w:rsidP="003218FE">
      <w:pPr>
        <w:ind w:left="1440" w:firstLine="720"/>
        <w:jc w:val="both"/>
      </w:pPr>
      <w:r w:rsidRPr="003218FE">
        <w:t xml:space="preserve">- Name der Kandidatin oder des Kandidaten </w:t>
      </w:r>
    </w:p>
    <w:p w:rsidR="003218FE" w:rsidRPr="003218FE" w:rsidRDefault="003218FE" w:rsidP="003218FE">
      <w:pPr>
        <w:ind w:left="1440" w:firstLine="720"/>
        <w:jc w:val="both"/>
      </w:pPr>
      <w:r w:rsidRPr="003218FE">
        <w:t xml:space="preserve">- Datum der Fertigstellung der Arbeit </w:t>
      </w:r>
    </w:p>
    <w:p w:rsidR="003218FE" w:rsidRPr="003218FE" w:rsidRDefault="003218FE" w:rsidP="003218FE">
      <w:pPr>
        <w:jc w:val="both"/>
      </w:pPr>
    </w:p>
    <w:p w:rsidR="003218FE" w:rsidRPr="003218FE" w:rsidRDefault="003218FE" w:rsidP="003218FE">
      <w:pPr>
        <w:jc w:val="both"/>
      </w:pPr>
      <w:r w:rsidRPr="003218FE">
        <w:t xml:space="preserve">Inhaltsverzeichnis </w:t>
      </w:r>
    </w:p>
    <w:p w:rsidR="003218FE" w:rsidRDefault="003218FE" w:rsidP="003218FE">
      <w:pPr>
        <w:jc w:val="both"/>
      </w:pPr>
      <w:r w:rsidRPr="003218FE">
        <w:t xml:space="preserve">Das Inhaltsverzeichnis mit Kapitel- und Seitenzahlangabe kommt nach dem Titelblatt auf das Folgeblatt. </w:t>
      </w:r>
    </w:p>
    <w:p w:rsidR="003218FE" w:rsidRPr="003218FE" w:rsidRDefault="003218FE" w:rsidP="003218FE">
      <w:pPr>
        <w:jc w:val="both"/>
      </w:pPr>
    </w:p>
    <w:p w:rsidR="003218FE" w:rsidRPr="003218FE" w:rsidRDefault="003218FE" w:rsidP="003218FE">
      <w:pPr>
        <w:jc w:val="both"/>
      </w:pPr>
      <w:r w:rsidRPr="003218FE">
        <w:t xml:space="preserve">Zusammenfassung </w:t>
      </w:r>
    </w:p>
    <w:p w:rsidR="003218FE" w:rsidRDefault="003218FE" w:rsidP="003218FE">
      <w:pPr>
        <w:jc w:val="both"/>
      </w:pPr>
      <w:r w:rsidRPr="003218FE">
        <w:t xml:space="preserve">Die Zusammenfassung soll auf höchstens einer Seite den Inhalt der </w:t>
      </w:r>
      <w:r w:rsidR="00A052DC">
        <w:t>Abschlussarbeit</w:t>
      </w:r>
      <w:r w:rsidRPr="003218FE">
        <w:t xml:space="preserve"> und die wesentlichen Ergebnisse zusammenfassen. Darin darf auch Persönliches wie z.B. </w:t>
      </w:r>
      <w:proofErr w:type="spellStart"/>
      <w:r w:rsidRPr="003218FE">
        <w:t>Verdankungen</w:t>
      </w:r>
      <w:proofErr w:type="spellEnd"/>
      <w:r w:rsidRPr="003218FE">
        <w:t xml:space="preserve"> stehen. </w:t>
      </w:r>
    </w:p>
    <w:p w:rsidR="003218FE" w:rsidRPr="003218FE" w:rsidRDefault="003218FE" w:rsidP="003218FE">
      <w:pPr>
        <w:jc w:val="both"/>
      </w:pPr>
    </w:p>
    <w:p w:rsidR="00A052DC" w:rsidRDefault="003218FE" w:rsidP="003218FE">
      <w:pPr>
        <w:jc w:val="both"/>
      </w:pPr>
      <w:r w:rsidRPr="003218FE">
        <w:t xml:space="preserve">Inhalt der </w:t>
      </w:r>
      <w:r w:rsidR="00A052DC">
        <w:t>Abschlussarbeit</w:t>
      </w:r>
      <w:r w:rsidR="00A052DC" w:rsidRPr="003218FE">
        <w:t xml:space="preserve"> </w:t>
      </w:r>
    </w:p>
    <w:p w:rsidR="003218FE" w:rsidRDefault="003218FE" w:rsidP="003218FE">
      <w:pPr>
        <w:jc w:val="both"/>
      </w:pPr>
      <w:r w:rsidRPr="003218FE">
        <w:t xml:space="preserve">Die </w:t>
      </w:r>
      <w:r w:rsidR="00A052DC">
        <w:t>Abschlussarbeit</w:t>
      </w:r>
      <w:r w:rsidRPr="003218FE">
        <w:t xml:space="preserve"> soll einen ganzheitlichen Eindruck wiedergeben. Um das lose Aneinanderreihen von einzelnen Kapiteln und Abschnitten zu vermeiden, sind die einzelnen Kapitel durch überleitende Gedanken zu verbinden, die den Aufbau und Zusammenhang sichtbar machen. Eigene Überlegungen und Begründungen zu den einzelnen Abschnitten geben der Arbeit die gewünschte persönliche Note. </w:t>
      </w:r>
    </w:p>
    <w:p w:rsidR="003218FE" w:rsidRPr="003218FE" w:rsidRDefault="003218FE" w:rsidP="003218FE">
      <w:pPr>
        <w:jc w:val="both"/>
      </w:pPr>
    </w:p>
    <w:p w:rsidR="003218FE" w:rsidRPr="003218FE" w:rsidRDefault="003218FE" w:rsidP="003218FE">
      <w:pPr>
        <w:jc w:val="both"/>
      </w:pPr>
      <w:r w:rsidRPr="003218FE">
        <w:t xml:space="preserve">Abkürzungen </w:t>
      </w:r>
    </w:p>
    <w:p w:rsidR="003218FE" w:rsidRDefault="003218FE" w:rsidP="003218FE">
      <w:pPr>
        <w:jc w:val="both"/>
      </w:pPr>
      <w:r w:rsidRPr="003218FE">
        <w:t xml:space="preserve">Im Text sollen nur Abkürzungen verwendet werden, die der Duden erlaubt oder die umgangssprachlich geläufig sind. Sachbezogene Begriffe werden entweder bei der ersten Verwendung ausgeschrieben und die in der Folge verwendeten Abkürzungen in Klammern hinzugefügt, oder in einem Glossar, das nach dem Anhang einzuordnen ist, in alphabetischer Ordnung aufgelistet. </w:t>
      </w:r>
    </w:p>
    <w:p w:rsidR="003218FE" w:rsidRPr="003218FE" w:rsidRDefault="003218FE" w:rsidP="003218FE">
      <w:pPr>
        <w:jc w:val="both"/>
      </w:pPr>
    </w:p>
    <w:p w:rsidR="003218FE" w:rsidRPr="003218FE" w:rsidRDefault="003218FE" w:rsidP="003218FE">
      <w:pPr>
        <w:jc w:val="both"/>
      </w:pPr>
      <w:r w:rsidRPr="003218FE">
        <w:t xml:space="preserve">Fussnoten </w:t>
      </w:r>
    </w:p>
    <w:p w:rsidR="003218FE" w:rsidRDefault="003218FE" w:rsidP="003218FE">
      <w:pPr>
        <w:jc w:val="both"/>
      </w:pPr>
      <w:r w:rsidRPr="003218FE">
        <w:t xml:space="preserve">Quellenangaben und Anmerkungen werden in Fussnoten gesetzt. Diese werden durch einen waagrechten Strich vom Lauftext in kleinerer Schrift getrennt. Die Fussnoten werden für die ganze Arbeit durchnummeriert. </w:t>
      </w:r>
    </w:p>
    <w:p w:rsidR="003218FE" w:rsidRPr="003218FE" w:rsidRDefault="003218FE" w:rsidP="003218FE">
      <w:pPr>
        <w:jc w:val="both"/>
      </w:pPr>
    </w:p>
    <w:p w:rsidR="003218FE" w:rsidRPr="003218FE" w:rsidRDefault="003218FE" w:rsidP="003218FE">
      <w:pPr>
        <w:jc w:val="both"/>
      </w:pPr>
      <w:r w:rsidRPr="003218FE">
        <w:t xml:space="preserve">Darstellungen </w:t>
      </w:r>
    </w:p>
    <w:p w:rsidR="003218FE" w:rsidRPr="003218FE" w:rsidRDefault="003218FE" w:rsidP="003218FE">
      <w:pPr>
        <w:jc w:val="both"/>
      </w:pPr>
      <w:r w:rsidRPr="003218FE">
        <w:t xml:space="preserve">Tabellen und Abbildungen werden in der Arbeit fortlaufend nummeriert und betitelt. z.B.: Abb. 3: Organigramm Abteilung Export, Tab. 8: Kalkulationsschema </w:t>
      </w:r>
      <w:proofErr w:type="spellStart"/>
      <w:r w:rsidRPr="003218FE">
        <w:t>EIT.swiss</w:t>
      </w:r>
      <w:proofErr w:type="spellEnd"/>
      <w:r w:rsidRPr="003218FE">
        <w:t xml:space="preserve"> </w:t>
      </w:r>
    </w:p>
    <w:p w:rsidR="003218FE" w:rsidRDefault="003218FE" w:rsidP="003218FE">
      <w:pPr>
        <w:jc w:val="both"/>
      </w:pPr>
    </w:p>
    <w:p w:rsidR="003218FE" w:rsidRDefault="003218FE" w:rsidP="003218FE">
      <w:pPr>
        <w:jc w:val="both"/>
      </w:pPr>
      <w:r w:rsidRPr="003218FE">
        <w:t xml:space="preserve">Tabellen und Abbildungen müssen kommentiert werden. Es gibt also keine Darstellungen, auf die nicht mindestens einmal im Text hingewiesen wird. Auf grössere Darstellungen ist zu verzichten, da sie den Gedankenfluss hemmen. </w:t>
      </w:r>
    </w:p>
    <w:p w:rsidR="005905D6" w:rsidRDefault="005905D6" w:rsidP="003218FE">
      <w:pPr>
        <w:jc w:val="both"/>
      </w:pPr>
    </w:p>
    <w:p w:rsidR="005905D6" w:rsidRDefault="005905D6" w:rsidP="003218FE">
      <w:pPr>
        <w:jc w:val="both"/>
      </w:pPr>
    </w:p>
    <w:p w:rsidR="005905D6" w:rsidRPr="003218FE" w:rsidRDefault="005905D6" w:rsidP="003218FE">
      <w:pPr>
        <w:jc w:val="both"/>
      </w:pPr>
    </w:p>
    <w:p w:rsidR="003218FE" w:rsidRPr="003218FE" w:rsidRDefault="003218FE" w:rsidP="003218FE">
      <w:pPr>
        <w:jc w:val="both"/>
      </w:pPr>
      <w:r w:rsidRPr="003218FE">
        <w:lastRenderedPageBreak/>
        <w:t xml:space="preserve">Literaturverzeichnis </w:t>
      </w:r>
    </w:p>
    <w:p w:rsidR="003218FE" w:rsidRDefault="003218FE" w:rsidP="003218FE">
      <w:pPr>
        <w:jc w:val="both"/>
      </w:pPr>
      <w:r w:rsidRPr="003218FE">
        <w:t xml:space="preserve">Das Literaturverzeichnis gibt Auskunft über die herangezogene Literatur. Alle in der Arbeit verwendete Literatur und alles verarbeitete/konsultierte Informationsmaterial werden alphabetisch nach dem Verfassernamen oder dem Namen der Zeitung/Fachzeitschrift geordnet aufgeführt, beispielweise bei amtlichen Publikationen nach dem Namen des Amtes oder dem Titel des Erlasses (Merkblatt, Richtlinie, Reglement, Verordnung etc.). </w:t>
      </w:r>
    </w:p>
    <w:p w:rsidR="003218FE" w:rsidRPr="003218FE" w:rsidRDefault="003218FE" w:rsidP="003218FE">
      <w:pPr>
        <w:jc w:val="both"/>
      </w:pPr>
    </w:p>
    <w:p w:rsidR="003218FE" w:rsidRPr="003218FE" w:rsidRDefault="003218FE" w:rsidP="003218FE">
      <w:pPr>
        <w:jc w:val="both"/>
      </w:pPr>
      <w:r w:rsidRPr="003218FE">
        <w:t xml:space="preserve">Beispiele: </w:t>
      </w:r>
    </w:p>
    <w:p w:rsidR="003218FE" w:rsidRPr="003218FE" w:rsidRDefault="003218FE" w:rsidP="003218FE">
      <w:pPr>
        <w:jc w:val="both"/>
      </w:pPr>
      <w:r w:rsidRPr="003218FE">
        <w:t xml:space="preserve">- </w:t>
      </w:r>
      <w:proofErr w:type="spellStart"/>
      <w:r w:rsidRPr="003218FE">
        <w:t>Electrosuisse</w:t>
      </w:r>
      <w:proofErr w:type="spellEnd"/>
      <w:r w:rsidRPr="003218FE">
        <w:t xml:space="preserve"> (2014), NIN Konkret: Fragen und Antworten </w:t>
      </w:r>
    </w:p>
    <w:p w:rsidR="0093115B" w:rsidRDefault="003218FE" w:rsidP="003218FE">
      <w:pPr>
        <w:jc w:val="both"/>
      </w:pPr>
      <w:r w:rsidRPr="003218FE">
        <w:t xml:space="preserve">- Bundesamt für Berufsbildung und Technologie (4.4.2012), Medienmitteilung: Meldepflicht für Dienstleistungserbringer </w:t>
      </w:r>
      <w:r w:rsidR="0093115B">
        <w:t xml:space="preserve"> </w:t>
      </w:r>
    </w:p>
    <w:p w:rsidR="003218FE" w:rsidRPr="003218FE" w:rsidRDefault="0093115B" w:rsidP="003218FE">
      <w:pPr>
        <w:jc w:val="both"/>
      </w:pPr>
      <w:r>
        <w:t xml:space="preserve">  </w:t>
      </w:r>
      <w:r w:rsidR="003218FE" w:rsidRPr="003218FE">
        <w:t xml:space="preserve">aus der EU/EFTA </w:t>
      </w:r>
    </w:p>
    <w:p w:rsidR="003218FE" w:rsidRPr="003218FE" w:rsidRDefault="003218FE" w:rsidP="003218FE">
      <w:pPr>
        <w:jc w:val="both"/>
      </w:pPr>
      <w:r w:rsidRPr="003218FE">
        <w:t xml:space="preserve">- Neue Zürcher Zeitung (5.4.2012): Steuerabkommen mit zwei weiteren Staaten </w:t>
      </w:r>
    </w:p>
    <w:p w:rsidR="003218FE" w:rsidRDefault="003218FE" w:rsidP="003218FE">
      <w:pPr>
        <w:jc w:val="both"/>
      </w:pPr>
    </w:p>
    <w:p w:rsidR="003218FE" w:rsidRPr="003218FE" w:rsidRDefault="003218FE" w:rsidP="003218FE">
      <w:pPr>
        <w:jc w:val="both"/>
      </w:pPr>
      <w:r w:rsidRPr="003218FE">
        <w:t xml:space="preserve">Einreichung </w:t>
      </w:r>
    </w:p>
    <w:p w:rsidR="003218FE" w:rsidRDefault="003218FE" w:rsidP="003218FE">
      <w:pPr>
        <w:jc w:val="both"/>
      </w:pPr>
      <w:r w:rsidRPr="003218FE">
        <w:t xml:space="preserve">Der Abgabetermin für die Einreichung der </w:t>
      </w:r>
      <w:r w:rsidR="00A052DC">
        <w:t>Abschlussarbeit</w:t>
      </w:r>
      <w:r w:rsidRPr="003218FE">
        <w:t xml:space="preserve"> ist fünf Wochen vor der Prüfungssequenz und wird mit der Bestätigung der Prüfungstermine bekanntgegeben. Es sind drei Exemplare einseitig und gebunden oder mit WIRO-Drahtbindung sowie ein Exemplar als PDF-Datei (auf einem USB-Stick) einzureichen. </w:t>
      </w:r>
    </w:p>
    <w:p w:rsidR="003218FE" w:rsidRPr="003218FE" w:rsidRDefault="003218FE" w:rsidP="003218FE">
      <w:pPr>
        <w:jc w:val="both"/>
      </w:pPr>
    </w:p>
    <w:p w:rsidR="003218FE" w:rsidRPr="003218FE" w:rsidRDefault="003218FE" w:rsidP="003218FE">
      <w:pPr>
        <w:jc w:val="both"/>
      </w:pPr>
      <w:r w:rsidRPr="003218FE">
        <w:t xml:space="preserve">Adresse für die Einreichung der </w:t>
      </w:r>
      <w:r w:rsidR="00A052DC">
        <w:t>Abschlussarbeit</w:t>
      </w:r>
      <w:r w:rsidRPr="003218FE">
        <w:t xml:space="preserve">: </w:t>
      </w:r>
    </w:p>
    <w:p w:rsidR="003218FE" w:rsidRPr="003218FE" w:rsidRDefault="003218FE" w:rsidP="003218FE">
      <w:pPr>
        <w:jc w:val="both"/>
      </w:pPr>
      <w:proofErr w:type="spellStart"/>
      <w:r w:rsidRPr="003218FE">
        <w:t>EIT.swiss</w:t>
      </w:r>
      <w:proofErr w:type="spellEnd"/>
      <w:r w:rsidRPr="003218FE">
        <w:t xml:space="preserve"> </w:t>
      </w:r>
    </w:p>
    <w:p w:rsidR="003218FE" w:rsidRPr="003218FE" w:rsidRDefault="003218FE" w:rsidP="003218FE">
      <w:pPr>
        <w:jc w:val="both"/>
      </w:pPr>
      <w:r w:rsidRPr="003218FE">
        <w:t xml:space="preserve">Berufsbildung </w:t>
      </w:r>
    </w:p>
    <w:p w:rsidR="003218FE" w:rsidRPr="003218FE" w:rsidRDefault="003218FE" w:rsidP="003218FE">
      <w:pPr>
        <w:jc w:val="both"/>
      </w:pPr>
      <w:r w:rsidRPr="003218FE">
        <w:t xml:space="preserve">Limmatstrasse 63 </w:t>
      </w:r>
    </w:p>
    <w:p w:rsidR="00993A52" w:rsidRDefault="003218FE" w:rsidP="003218FE">
      <w:pPr>
        <w:jc w:val="both"/>
      </w:pPr>
      <w:r w:rsidRPr="003218FE">
        <w:t>8005 Zürich</w:t>
      </w:r>
    </w:p>
    <w:p w:rsidR="00993A52" w:rsidRDefault="00993A52"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FA65BA" w:rsidRDefault="00FA65BA" w:rsidP="003218FE">
      <w:pPr>
        <w:jc w:val="both"/>
      </w:pPr>
    </w:p>
    <w:p w:rsidR="00993A52" w:rsidRPr="005905D6" w:rsidRDefault="005905D6" w:rsidP="003218FE">
      <w:pPr>
        <w:jc w:val="both"/>
        <w:rPr>
          <w:b/>
        </w:rPr>
      </w:pPr>
      <w:r w:rsidRPr="005905D6">
        <w:rPr>
          <w:b/>
        </w:rPr>
        <w:lastRenderedPageBreak/>
        <w:t>Grundlagen für die Abschlussarbeit</w:t>
      </w:r>
    </w:p>
    <w:p w:rsidR="002466A3" w:rsidRPr="00D26729" w:rsidRDefault="002466A3" w:rsidP="003218FE">
      <w:pPr>
        <w:jc w:val="both"/>
      </w:pPr>
    </w:p>
    <w:p w:rsidR="005905D6" w:rsidRDefault="005905D6" w:rsidP="005905D6">
      <w:pPr>
        <w:pStyle w:val="Default"/>
        <w:rPr>
          <w:rFonts w:asciiTheme="minorHAnsi" w:hAnsiTheme="minorHAnsi" w:cstheme="minorBidi"/>
          <w:color w:val="auto"/>
          <w:sz w:val="19"/>
          <w:szCs w:val="22"/>
        </w:rPr>
      </w:pPr>
      <w:r w:rsidRPr="005905D6">
        <w:rPr>
          <w:rFonts w:asciiTheme="minorHAnsi" w:hAnsiTheme="minorHAnsi" w:cstheme="minorBidi"/>
          <w:color w:val="auto"/>
          <w:sz w:val="19"/>
          <w:szCs w:val="22"/>
        </w:rPr>
        <w:t xml:space="preserve">Von der QSK wird ein Thema aus den Themenvorschlägen vorgegeben. Mit dem Thema erhält der Kandidat die notwendigen Unterlagen um das Projekt ausführungsreif weiter auszuarbeiten. In der Aufgabenstellung wird ein Anlagebeschrieb, Funktionsbeschrieb oder ähnliches gefordert. Mit dem vorgegeben Thema werden dem Kandidaten weitere Themen als Vorschlag unterbereitet. Daraus muss er ein weiteres Thema auswählen und ausführungsreif auszuarbeiten. </w:t>
      </w:r>
    </w:p>
    <w:p w:rsidR="007433D7" w:rsidRDefault="007433D7" w:rsidP="00A16A37"/>
    <w:p w:rsidR="00FA65BA" w:rsidRDefault="00FA65BA" w:rsidP="00A16A37"/>
    <w:p w:rsidR="007433D7" w:rsidRDefault="007433D7" w:rsidP="00A16A37">
      <w:pPr>
        <w:rPr>
          <w:b/>
        </w:rPr>
      </w:pPr>
      <w:r w:rsidRPr="007433D7">
        <w:rPr>
          <w:b/>
        </w:rPr>
        <w:t>Bewertungskriterien</w:t>
      </w:r>
    </w:p>
    <w:p w:rsidR="007433D7" w:rsidRPr="007433D7" w:rsidRDefault="007433D7" w:rsidP="00A16A37"/>
    <w:p w:rsidR="007433D7" w:rsidRPr="007433D7" w:rsidRDefault="007433D7" w:rsidP="007433D7">
      <w:pPr>
        <w:pStyle w:val="Default"/>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Formale Beurteilung: </w:t>
      </w:r>
    </w:p>
    <w:p w:rsidR="007433D7" w:rsidRPr="007433D7" w:rsidRDefault="007433D7" w:rsidP="007433D7">
      <w:pPr>
        <w:pStyle w:val="Default"/>
        <w:spacing w:after="39"/>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Klare Gliederung und Übersichtlichkeit </w:t>
      </w:r>
    </w:p>
    <w:p w:rsidR="007433D7" w:rsidRPr="007433D7" w:rsidRDefault="007433D7" w:rsidP="007433D7">
      <w:pPr>
        <w:pStyle w:val="Default"/>
        <w:spacing w:after="39"/>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Vollständigkeit der Unterlagen </w:t>
      </w:r>
    </w:p>
    <w:p w:rsidR="007433D7" w:rsidRPr="007433D7" w:rsidRDefault="007433D7" w:rsidP="007433D7">
      <w:pPr>
        <w:pStyle w:val="Default"/>
        <w:spacing w:after="39"/>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Qualität der Zusammenfassung, des Inhalts- und Literaturverzeichnisses </w:t>
      </w:r>
    </w:p>
    <w:p w:rsidR="007433D7" w:rsidRPr="007433D7" w:rsidRDefault="007433D7" w:rsidP="007433D7">
      <w:pPr>
        <w:pStyle w:val="Default"/>
        <w:spacing w:after="39"/>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Rechtschreibung und sprachlicher Ausdruck </w:t>
      </w:r>
    </w:p>
    <w:p w:rsidR="007433D7" w:rsidRPr="007433D7" w:rsidRDefault="007433D7" w:rsidP="007433D7">
      <w:pPr>
        <w:pStyle w:val="Default"/>
        <w:rPr>
          <w:rFonts w:asciiTheme="minorHAnsi" w:hAnsiTheme="minorHAnsi" w:cstheme="minorBidi"/>
          <w:color w:val="auto"/>
          <w:sz w:val="19"/>
          <w:szCs w:val="22"/>
        </w:rPr>
      </w:pPr>
      <w:r w:rsidRPr="007433D7">
        <w:rPr>
          <w:rFonts w:asciiTheme="minorHAnsi" w:hAnsiTheme="minorHAnsi" w:cstheme="minorBidi"/>
          <w:color w:val="auto"/>
          <w:sz w:val="19"/>
          <w:szCs w:val="22"/>
        </w:rPr>
        <w:t>- Forma</w:t>
      </w:r>
      <w:r w:rsidR="002E4241">
        <w:rPr>
          <w:rFonts w:asciiTheme="minorHAnsi" w:hAnsiTheme="minorHAnsi" w:cstheme="minorBidi"/>
          <w:color w:val="auto"/>
          <w:sz w:val="19"/>
          <w:szCs w:val="22"/>
        </w:rPr>
        <w:t xml:space="preserve">le Vorgaben werden eingehalten </w:t>
      </w:r>
      <w:r w:rsidRPr="007433D7">
        <w:rPr>
          <w:rFonts w:asciiTheme="minorHAnsi" w:hAnsiTheme="minorHAnsi" w:cstheme="minorBidi"/>
          <w:color w:val="auto"/>
          <w:sz w:val="19"/>
          <w:szCs w:val="22"/>
        </w:rPr>
        <w:t xml:space="preserve"> </w:t>
      </w:r>
    </w:p>
    <w:p w:rsidR="007433D7" w:rsidRPr="007433D7" w:rsidRDefault="007433D7" w:rsidP="007433D7">
      <w:pPr>
        <w:pStyle w:val="Default"/>
        <w:rPr>
          <w:rFonts w:asciiTheme="minorHAnsi" w:hAnsiTheme="minorHAnsi" w:cstheme="minorBidi"/>
          <w:color w:val="auto"/>
          <w:sz w:val="19"/>
          <w:szCs w:val="22"/>
        </w:rPr>
      </w:pPr>
    </w:p>
    <w:p w:rsidR="007433D7" w:rsidRPr="007433D7" w:rsidRDefault="007433D7" w:rsidP="007433D7">
      <w:pPr>
        <w:pStyle w:val="Default"/>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Inhaltliche Qualität: </w:t>
      </w:r>
    </w:p>
    <w:p w:rsidR="007433D7" w:rsidRPr="007433D7" w:rsidRDefault="007433D7" w:rsidP="007433D7">
      <w:pPr>
        <w:pStyle w:val="Default"/>
        <w:spacing w:after="42"/>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Erfassung der Aufgabenstellung </w:t>
      </w:r>
    </w:p>
    <w:p w:rsidR="007433D7" w:rsidRPr="007433D7" w:rsidRDefault="007433D7" w:rsidP="007433D7">
      <w:pPr>
        <w:pStyle w:val="Default"/>
        <w:spacing w:after="42"/>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Die Prüfungsaufgaben sind vollständig bearbeitet </w:t>
      </w:r>
    </w:p>
    <w:p w:rsidR="007433D7" w:rsidRPr="007433D7" w:rsidRDefault="007433D7" w:rsidP="007433D7">
      <w:pPr>
        <w:pStyle w:val="Default"/>
        <w:spacing w:after="42"/>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Die Anlagebeschriebe sind verständlich und vollständig </w:t>
      </w:r>
    </w:p>
    <w:p w:rsidR="007433D7" w:rsidRPr="007433D7" w:rsidRDefault="007433D7" w:rsidP="007433D7">
      <w:pPr>
        <w:pStyle w:val="Default"/>
        <w:spacing w:after="42"/>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Die Funktionsbeschriebe enthalten alle notwendigen steuerungs- und regeltechnischen Funktionen </w:t>
      </w:r>
    </w:p>
    <w:p w:rsidR="007433D7" w:rsidRPr="007433D7" w:rsidRDefault="007433D7" w:rsidP="007433D7">
      <w:pPr>
        <w:pStyle w:val="Default"/>
        <w:spacing w:after="42"/>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Die gewählte Materialisierung ist begründet </w:t>
      </w:r>
    </w:p>
    <w:p w:rsidR="007433D7" w:rsidRPr="007433D7" w:rsidRDefault="007433D7" w:rsidP="007433D7">
      <w:pPr>
        <w:pStyle w:val="Default"/>
        <w:spacing w:after="42"/>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Die Materialisierung ist umsetzbar </w:t>
      </w:r>
    </w:p>
    <w:p w:rsidR="007433D7" w:rsidRPr="007433D7" w:rsidRDefault="007433D7" w:rsidP="007433D7">
      <w:pPr>
        <w:pStyle w:val="Default"/>
        <w:spacing w:after="42"/>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Wirtschaftliche und technische Aspekte sind berücksichtigt </w:t>
      </w:r>
    </w:p>
    <w:p w:rsidR="007433D7" w:rsidRPr="007433D7" w:rsidRDefault="007433D7" w:rsidP="007433D7">
      <w:pPr>
        <w:pStyle w:val="Default"/>
        <w:rPr>
          <w:rFonts w:asciiTheme="minorHAnsi" w:hAnsiTheme="minorHAnsi" w:cstheme="minorBidi"/>
          <w:color w:val="auto"/>
          <w:sz w:val="19"/>
          <w:szCs w:val="22"/>
        </w:rPr>
      </w:pPr>
      <w:r w:rsidRPr="007433D7">
        <w:rPr>
          <w:rFonts w:asciiTheme="minorHAnsi" w:hAnsiTheme="minorHAnsi" w:cstheme="minorBidi"/>
          <w:color w:val="auto"/>
          <w:sz w:val="19"/>
          <w:szCs w:val="22"/>
        </w:rPr>
        <w:t xml:space="preserve">- Normen, technische Vorgaben und bestehende Rahmenbedingungen sind in der Lösung berücksichtigt </w:t>
      </w:r>
    </w:p>
    <w:p w:rsidR="007433D7" w:rsidRPr="007433D7" w:rsidRDefault="007433D7" w:rsidP="00A16A37"/>
    <w:p w:rsidR="007433D7" w:rsidRPr="007433D7" w:rsidRDefault="007433D7" w:rsidP="00A16A37"/>
    <w:p w:rsidR="007433D7" w:rsidRDefault="007433D7" w:rsidP="00A16A37">
      <w:pPr>
        <w:rPr>
          <w:b/>
        </w:rPr>
      </w:pPr>
    </w:p>
    <w:p w:rsidR="007433D7" w:rsidRDefault="007433D7" w:rsidP="00A16A37">
      <w:pPr>
        <w:rPr>
          <w:b/>
        </w:rPr>
      </w:pPr>
    </w:p>
    <w:p w:rsidR="007433D7" w:rsidRDefault="007433D7" w:rsidP="00A16A37">
      <w:pPr>
        <w:rPr>
          <w:b/>
        </w:rPr>
      </w:pPr>
    </w:p>
    <w:p w:rsidR="007433D7" w:rsidRDefault="007433D7" w:rsidP="00A16A37">
      <w:pPr>
        <w:rPr>
          <w:b/>
        </w:rPr>
      </w:pPr>
    </w:p>
    <w:p w:rsidR="007433D7" w:rsidRDefault="007433D7" w:rsidP="00A16A37">
      <w:pPr>
        <w:rPr>
          <w:b/>
        </w:rPr>
      </w:pPr>
    </w:p>
    <w:p w:rsidR="007433D7" w:rsidRDefault="007433D7" w:rsidP="00A16A37">
      <w:pPr>
        <w:rPr>
          <w:b/>
        </w:rPr>
      </w:pPr>
    </w:p>
    <w:p w:rsidR="007433D7" w:rsidRDefault="007433D7" w:rsidP="00A16A37">
      <w:pPr>
        <w:rPr>
          <w:b/>
        </w:rPr>
      </w:pPr>
    </w:p>
    <w:p w:rsidR="007433D7" w:rsidRDefault="007433D7" w:rsidP="00A16A37">
      <w:pPr>
        <w:rPr>
          <w:b/>
        </w:rPr>
      </w:pPr>
    </w:p>
    <w:p w:rsidR="001277A6" w:rsidRDefault="001277A6" w:rsidP="00A16A37">
      <w:pPr>
        <w:rPr>
          <w:b/>
        </w:rPr>
      </w:pPr>
    </w:p>
    <w:p w:rsidR="001277A6" w:rsidRDefault="001277A6" w:rsidP="00A16A37">
      <w:pPr>
        <w:rPr>
          <w:b/>
        </w:rPr>
      </w:pPr>
    </w:p>
    <w:p w:rsidR="001277A6" w:rsidRDefault="001277A6" w:rsidP="00A16A37">
      <w:pPr>
        <w:rPr>
          <w:b/>
        </w:rPr>
      </w:pPr>
    </w:p>
    <w:p w:rsidR="001277A6" w:rsidRDefault="001277A6" w:rsidP="00A16A37">
      <w:pPr>
        <w:rPr>
          <w:b/>
        </w:rPr>
      </w:pPr>
    </w:p>
    <w:p w:rsidR="001277A6" w:rsidRDefault="001277A6" w:rsidP="00A16A37">
      <w:pPr>
        <w:rPr>
          <w:b/>
        </w:rPr>
      </w:pPr>
    </w:p>
    <w:p w:rsidR="001277A6" w:rsidRDefault="001277A6" w:rsidP="00A16A37">
      <w:pPr>
        <w:rPr>
          <w:b/>
        </w:rPr>
      </w:pPr>
    </w:p>
    <w:p w:rsidR="001277A6" w:rsidRDefault="001277A6" w:rsidP="00A16A37">
      <w:pPr>
        <w:rPr>
          <w:b/>
        </w:rPr>
      </w:pPr>
    </w:p>
    <w:p w:rsidR="001277A6" w:rsidRDefault="001277A6" w:rsidP="00A16A37">
      <w:pPr>
        <w:rPr>
          <w:b/>
        </w:rPr>
      </w:pPr>
    </w:p>
    <w:p w:rsidR="001277A6" w:rsidRDefault="001277A6" w:rsidP="00A16A37">
      <w:pPr>
        <w:rPr>
          <w:b/>
        </w:rPr>
      </w:pPr>
    </w:p>
    <w:p w:rsidR="001277A6" w:rsidRDefault="001277A6" w:rsidP="00A16A37">
      <w:pPr>
        <w:rPr>
          <w:b/>
        </w:rPr>
      </w:pPr>
    </w:p>
    <w:p w:rsidR="001277A6" w:rsidRDefault="001277A6" w:rsidP="00A16A37">
      <w:pPr>
        <w:rPr>
          <w:b/>
        </w:rPr>
      </w:pPr>
    </w:p>
    <w:p w:rsidR="007433D7" w:rsidRDefault="007433D7" w:rsidP="00A16A37">
      <w:pPr>
        <w:rPr>
          <w:b/>
        </w:rPr>
      </w:pPr>
    </w:p>
    <w:p w:rsidR="007433D7" w:rsidRPr="007433D7" w:rsidRDefault="007433D7" w:rsidP="00A16A37">
      <w:pPr>
        <w:rPr>
          <w:b/>
        </w:rPr>
      </w:pPr>
    </w:p>
    <w:p w:rsidR="00471F4E" w:rsidRPr="00D26729" w:rsidRDefault="00DC7499" w:rsidP="00D6504B">
      <w:r w:rsidRPr="00D26729">
        <w:rPr>
          <w:lang w:eastAsia="de-DE"/>
        </w:rPr>
        <w:t xml:space="preserve">Ausgabe </w:t>
      </w:r>
      <w:r w:rsidR="00D6504B" w:rsidRPr="00D26729">
        <w:rPr>
          <w:lang w:eastAsia="de-DE"/>
        </w:rPr>
        <w:t>1</w:t>
      </w:r>
      <w:r w:rsidRPr="00D26729">
        <w:rPr>
          <w:lang w:eastAsia="de-DE"/>
        </w:rPr>
        <w:t>/2020</w:t>
      </w:r>
      <w:r w:rsidR="00D6504B" w:rsidRPr="00D26729">
        <w:br w:type="page"/>
      </w:r>
    </w:p>
    <w:p w:rsidR="00471F4E" w:rsidRPr="00D26729" w:rsidRDefault="00471F4E" w:rsidP="00D6504B"/>
    <w:p w:rsidR="00471F4E" w:rsidRPr="00D26729" w:rsidRDefault="00B441D5" w:rsidP="005915AD">
      <w:pPr>
        <w:pStyle w:val="Dokumententyp"/>
      </w:pPr>
      <w:r>
        <w:t>Abschlussarbeit</w:t>
      </w:r>
    </w:p>
    <w:p w:rsidR="00471F4E" w:rsidRPr="00D26729" w:rsidRDefault="00471F4E" w:rsidP="00471F4E"/>
    <w:p w:rsidR="00471F4E" w:rsidRPr="00D26729" w:rsidRDefault="00471F4E" w:rsidP="00471F4E"/>
    <w:p w:rsidR="00471F4E" w:rsidRPr="00D26729" w:rsidRDefault="006120A7" w:rsidP="005915AD">
      <w:pPr>
        <w:pStyle w:val="Titel"/>
      </w:pPr>
      <w:r>
        <w:t xml:space="preserve">Projektleiterin Gebäudeautomation </w:t>
      </w:r>
    </w:p>
    <w:p w:rsidR="00471F4E" w:rsidRPr="00D26729" w:rsidRDefault="006120A7" w:rsidP="005915AD">
      <w:pPr>
        <w:pStyle w:val="Titel"/>
      </w:pPr>
      <w:r>
        <w:t>Projektleiter Gebäudeautomation</w:t>
      </w:r>
    </w:p>
    <w:p w:rsidR="00471F4E" w:rsidRPr="00D26729" w:rsidRDefault="00471F4E" w:rsidP="005915AD">
      <w:pPr>
        <w:pStyle w:val="Titel"/>
      </w:pPr>
    </w:p>
    <w:p w:rsidR="00471F4E" w:rsidRPr="00D26729" w:rsidRDefault="00471F4E" w:rsidP="005915AD">
      <w:pPr>
        <w:pStyle w:val="Titel"/>
      </w:pPr>
      <w:r w:rsidRPr="00D26729">
        <w:t xml:space="preserve"> </w:t>
      </w:r>
    </w:p>
    <w:p w:rsidR="00471F4E" w:rsidRPr="00D26729" w:rsidRDefault="00471F4E" w:rsidP="005915AD">
      <w:pPr>
        <w:pStyle w:val="Titel"/>
      </w:pPr>
    </w:p>
    <w:p w:rsidR="00471F4E" w:rsidRPr="00D26729" w:rsidRDefault="00471F4E" w:rsidP="00471F4E"/>
    <w:p w:rsidR="00471F4E" w:rsidRPr="00D26729" w:rsidRDefault="00471F4E" w:rsidP="00471F4E"/>
    <w:p w:rsidR="00471F4E" w:rsidRDefault="00471F4E" w:rsidP="00471F4E"/>
    <w:p w:rsidR="0092499E" w:rsidRPr="00D26729" w:rsidRDefault="0092499E" w:rsidP="00471F4E"/>
    <w:p w:rsidR="008602EA" w:rsidRPr="00D26729" w:rsidRDefault="008602EA" w:rsidP="00471F4E"/>
    <w:p w:rsidR="00471F4E" w:rsidRPr="00D26729" w:rsidRDefault="00471F4E" w:rsidP="00471F4E"/>
    <w:p w:rsidR="00471F4E" w:rsidRPr="00D26729" w:rsidRDefault="00471F4E" w:rsidP="00471F4E"/>
    <w:p w:rsidR="00471F4E" w:rsidRDefault="00471F4E" w:rsidP="00471F4E">
      <w:pPr>
        <w:rPr>
          <w:b/>
          <w:sz w:val="24"/>
          <w:szCs w:val="24"/>
        </w:rPr>
      </w:pPr>
    </w:p>
    <w:p w:rsidR="00B441D5" w:rsidRDefault="00B441D5" w:rsidP="00471F4E">
      <w:pPr>
        <w:rPr>
          <w:b/>
          <w:sz w:val="24"/>
          <w:szCs w:val="24"/>
        </w:rPr>
      </w:pPr>
    </w:p>
    <w:p w:rsidR="00B441D5" w:rsidRDefault="00B441D5" w:rsidP="00471F4E">
      <w:pPr>
        <w:rPr>
          <w:b/>
          <w:sz w:val="24"/>
          <w:szCs w:val="24"/>
        </w:rPr>
      </w:pPr>
    </w:p>
    <w:p w:rsidR="00B441D5" w:rsidRDefault="00B441D5" w:rsidP="00471F4E">
      <w:pPr>
        <w:rPr>
          <w:b/>
          <w:sz w:val="24"/>
          <w:szCs w:val="24"/>
        </w:rPr>
      </w:pPr>
    </w:p>
    <w:p w:rsidR="00B441D5" w:rsidRDefault="00B441D5" w:rsidP="00471F4E">
      <w:pPr>
        <w:rPr>
          <w:b/>
          <w:sz w:val="24"/>
          <w:szCs w:val="24"/>
        </w:rPr>
      </w:pPr>
    </w:p>
    <w:p w:rsidR="00B441D5" w:rsidRDefault="00B441D5" w:rsidP="00471F4E">
      <w:pPr>
        <w:rPr>
          <w:b/>
          <w:sz w:val="24"/>
          <w:szCs w:val="24"/>
        </w:rPr>
      </w:pPr>
    </w:p>
    <w:p w:rsidR="00B441D5" w:rsidRDefault="00B441D5" w:rsidP="00471F4E">
      <w:pPr>
        <w:rPr>
          <w:b/>
          <w:sz w:val="24"/>
          <w:szCs w:val="24"/>
        </w:rPr>
      </w:pPr>
    </w:p>
    <w:p w:rsidR="00B441D5" w:rsidRDefault="00B441D5" w:rsidP="00471F4E">
      <w:pPr>
        <w:rPr>
          <w:b/>
          <w:sz w:val="24"/>
          <w:szCs w:val="24"/>
        </w:rPr>
      </w:pPr>
    </w:p>
    <w:p w:rsidR="00B441D5" w:rsidRDefault="00B441D5" w:rsidP="00471F4E">
      <w:pPr>
        <w:rPr>
          <w:b/>
          <w:sz w:val="24"/>
          <w:szCs w:val="24"/>
        </w:rPr>
      </w:pPr>
    </w:p>
    <w:p w:rsidR="00B441D5" w:rsidRDefault="00B441D5" w:rsidP="00471F4E">
      <w:pPr>
        <w:rPr>
          <w:b/>
          <w:sz w:val="24"/>
          <w:szCs w:val="24"/>
        </w:rPr>
      </w:pPr>
    </w:p>
    <w:p w:rsidR="00B441D5" w:rsidRDefault="00B441D5" w:rsidP="00471F4E">
      <w:pPr>
        <w:rPr>
          <w:b/>
          <w:sz w:val="24"/>
          <w:szCs w:val="24"/>
        </w:rPr>
      </w:pPr>
    </w:p>
    <w:p w:rsidR="00B441D5" w:rsidRDefault="00B441D5" w:rsidP="00471F4E">
      <w:pPr>
        <w:rPr>
          <w:b/>
          <w:sz w:val="24"/>
          <w:szCs w:val="24"/>
        </w:rPr>
      </w:pPr>
    </w:p>
    <w:p w:rsidR="00B441D5" w:rsidRDefault="00B441D5" w:rsidP="00471F4E">
      <w:pPr>
        <w:rPr>
          <w:b/>
          <w:sz w:val="24"/>
          <w:szCs w:val="24"/>
        </w:rPr>
      </w:pPr>
    </w:p>
    <w:p w:rsidR="00B441D5" w:rsidRPr="00D26729" w:rsidRDefault="00B441D5" w:rsidP="00471F4E"/>
    <w:p w:rsidR="00471F4E" w:rsidRPr="00D26729" w:rsidRDefault="00471F4E" w:rsidP="00471F4E"/>
    <w:p w:rsidR="00471F4E" w:rsidRPr="00D26729" w:rsidRDefault="006120A7" w:rsidP="008602EA">
      <w:pPr>
        <w:rPr>
          <w:b/>
          <w:sz w:val="22"/>
        </w:rPr>
      </w:pPr>
      <w:r w:rsidRPr="007F142E">
        <w:rPr>
          <w:b/>
          <w:sz w:val="22"/>
        </w:rPr>
        <w:t>Kandidatin / Kandidat:</w:t>
      </w:r>
      <w:r w:rsidR="00471F4E" w:rsidRPr="00D26729">
        <w:rPr>
          <w:b/>
          <w:sz w:val="22"/>
        </w:rPr>
        <w:tab/>
      </w:r>
    </w:p>
    <w:p w:rsidR="00471F4E" w:rsidRPr="00D26729" w:rsidRDefault="00471F4E" w:rsidP="00471F4E"/>
    <w:p w:rsidR="00471F4E" w:rsidRPr="00D26729" w:rsidRDefault="00471F4E" w:rsidP="00471F4E">
      <w:r w:rsidRPr="00D26729">
        <w:t>Name, Vorname</w:t>
      </w:r>
      <w:r w:rsidRPr="00D26729">
        <w:tab/>
      </w:r>
      <w:r w:rsidRPr="00D26729">
        <w:tab/>
      </w:r>
      <w:r w:rsidRPr="00D26729">
        <w:tab/>
      </w:r>
    </w:p>
    <w:p w:rsidR="00471F4E" w:rsidRPr="00D26729" w:rsidRDefault="00471F4E" w:rsidP="00471F4E"/>
    <w:p w:rsidR="00471F4E" w:rsidRPr="00D26729" w:rsidRDefault="00471F4E" w:rsidP="00471F4E">
      <w:r w:rsidRPr="00D26729">
        <w:t>Wohnort</w:t>
      </w:r>
      <w:r w:rsidRPr="00D26729">
        <w:tab/>
      </w:r>
      <w:r w:rsidRPr="00D26729">
        <w:tab/>
      </w:r>
      <w:r w:rsidRPr="00D26729">
        <w:tab/>
      </w:r>
      <w:r w:rsidRPr="00D26729">
        <w:tab/>
      </w:r>
    </w:p>
    <w:p w:rsidR="00471F4E" w:rsidRPr="00D26729" w:rsidRDefault="00471F4E" w:rsidP="00471F4E"/>
    <w:p w:rsidR="00471F4E" w:rsidRPr="00D26729" w:rsidRDefault="00471F4E" w:rsidP="00471F4E">
      <w:r w:rsidRPr="00D26729">
        <w:t>Geburtsdatum</w:t>
      </w:r>
      <w:r w:rsidRPr="00D26729">
        <w:tab/>
      </w:r>
      <w:r w:rsidRPr="00D26729">
        <w:tab/>
      </w:r>
      <w:r w:rsidRPr="00D26729">
        <w:tab/>
      </w:r>
    </w:p>
    <w:p w:rsidR="00471F4E" w:rsidRPr="00D26729" w:rsidRDefault="00471F4E" w:rsidP="00471F4E"/>
    <w:p w:rsidR="00471F4E" w:rsidRPr="00D26729" w:rsidRDefault="00471F4E" w:rsidP="00471F4E">
      <w:r w:rsidRPr="00D26729">
        <w:t>Datum Fertigstellung</w:t>
      </w:r>
      <w:r w:rsidRPr="00D26729">
        <w:tab/>
      </w:r>
      <w:r w:rsidRPr="00D26729">
        <w:tab/>
      </w:r>
    </w:p>
    <w:p w:rsidR="00471F4E" w:rsidRPr="00D26729" w:rsidRDefault="00471F4E">
      <w:pPr>
        <w:spacing w:after="160" w:line="259" w:lineRule="auto"/>
      </w:pPr>
      <w:r w:rsidRPr="00D26729">
        <w:br w:type="page"/>
      </w:r>
    </w:p>
    <w:p w:rsidR="00114F97" w:rsidRPr="00D26729" w:rsidRDefault="00285442" w:rsidP="00114F97">
      <w:pPr>
        <w:pStyle w:val="Inhaltsverzeichnisberschrift"/>
        <w:rPr>
          <w:lang w:val="de-CH"/>
        </w:rPr>
      </w:pPr>
      <w:r w:rsidRPr="00D26729">
        <w:rPr>
          <w:lang w:val="de-CH"/>
        </w:rPr>
        <w:t>Inhaltsverzeichnis</w:t>
      </w:r>
    </w:p>
    <w:p w:rsidR="007165AC" w:rsidRPr="00D26729" w:rsidRDefault="007165AC" w:rsidP="007165AC">
      <w:pPr>
        <w:rPr>
          <w:lang w:eastAsia="it-CH"/>
        </w:rPr>
      </w:pPr>
    </w:p>
    <w:bookmarkStart w:id="0" w:name="_GoBack"/>
    <w:bookmarkEnd w:id="0"/>
    <w:p w:rsidR="00C7503D" w:rsidRDefault="000573A2">
      <w:pPr>
        <w:pStyle w:val="Verzeichnis1"/>
        <w:rPr>
          <w:sz w:val="22"/>
          <w:lang w:eastAsia="de-CH"/>
        </w:rPr>
      </w:pPr>
      <w:r w:rsidRPr="00D26729">
        <w:rPr>
          <w:lang w:eastAsia="it-CH"/>
        </w:rPr>
        <w:fldChar w:fldCharType="begin"/>
      </w:r>
      <w:r w:rsidRPr="00D26729">
        <w:rPr>
          <w:lang w:eastAsia="it-CH"/>
        </w:rPr>
        <w:instrText xml:space="preserve"> TOC \o "1-2" \h \z \u </w:instrText>
      </w:r>
      <w:r w:rsidRPr="00D26729">
        <w:rPr>
          <w:lang w:eastAsia="it-CH"/>
        </w:rPr>
        <w:fldChar w:fldCharType="separate"/>
      </w:r>
      <w:hyperlink w:anchor="_Toc76989869" w:history="1">
        <w:r w:rsidR="00C7503D" w:rsidRPr="00527303">
          <w:rPr>
            <w:rStyle w:val="Hyperlink"/>
          </w:rPr>
          <w:t>Zusammenfassung</w:t>
        </w:r>
        <w:r w:rsidR="00C7503D">
          <w:rPr>
            <w:webHidden/>
          </w:rPr>
          <w:tab/>
        </w:r>
        <w:r w:rsidR="00C7503D">
          <w:rPr>
            <w:webHidden/>
          </w:rPr>
          <w:fldChar w:fldCharType="begin"/>
        </w:r>
        <w:r w:rsidR="00C7503D">
          <w:rPr>
            <w:webHidden/>
          </w:rPr>
          <w:instrText xml:space="preserve"> PAGEREF _Toc76989869 \h </w:instrText>
        </w:r>
        <w:r w:rsidR="00C7503D">
          <w:rPr>
            <w:webHidden/>
          </w:rPr>
        </w:r>
        <w:r w:rsidR="00C7503D">
          <w:rPr>
            <w:webHidden/>
          </w:rPr>
          <w:fldChar w:fldCharType="separate"/>
        </w:r>
        <w:r w:rsidR="00C7503D">
          <w:rPr>
            <w:webHidden/>
          </w:rPr>
          <w:t>1</w:t>
        </w:r>
        <w:r w:rsidR="00C7503D">
          <w:rPr>
            <w:webHidden/>
          </w:rPr>
          <w:fldChar w:fldCharType="end"/>
        </w:r>
      </w:hyperlink>
    </w:p>
    <w:p w:rsidR="00C7503D" w:rsidRDefault="00C7503D">
      <w:pPr>
        <w:pStyle w:val="Verzeichnis1"/>
        <w:rPr>
          <w:sz w:val="22"/>
          <w:lang w:eastAsia="de-CH"/>
        </w:rPr>
      </w:pPr>
      <w:hyperlink w:anchor="_Toc76989870" w:history="1">
        <w:r w:rsidRPr="00527303">
          <w:rPr>
            <w:rStyle w:val="Hyperlink"/>
          </w:rPr>
          <w:t>1.</w:t>
        </w:r>
        <w:r>
          <w:rPr>
            <w:sz w:val="22"/>
            <w:lang w:eastAsia="de-CH"/>
          </w:rPr>
          <w:tab/>
        </w:r>
        <w:r w:rsidRPr="00527303">
          <w:rPr>
            <w:rStyle w:val="Hyperlink"/>
          </w:rPr>
          <w:t>Einleitung</w:t>
        </w:r>
        <w:r>
          <w:rPr>
            <w:webHidden/>
          </w:rPr>
          <w:tab/>
        </w:r>
        <w:r>
          <w:rPr>
            <w:webHidden/>
          </w:rPr>
          <w:fldChar w:fldCharType="begin"/>
        </w:r>
        <w:r>
          <w:rPr>
            <w:webHidden/>
          </w:rPr>
          <w:instrText xml:space="preserve"> PAGEREF _Toc76989870 \h </w:instrText>
        </w:r>
        <w:r>
          <w:rPr>
            <w:webHidden/>
          </w:rPr>
        </w:r>
        <w:r>
          <w:rPr>
            <w:webHidden/>
          </w:rPr>
          <w:fldChar w:fldCharType="separate"/>
        </w:r>
        <w:r>
          <w:rPr>
            <w:webHidden/>
          </w:rPr>
          <w:t>2</w:t>
        </w:r>
        <w:r>
          <w:rPr>
            <w:webHidden/>
          </w:rPr>
          <w:fldChar w:fldCharType="end"/>
        </w:r>
      </w:hyperlink>
    </w:p>
    <w:p w:rsidR="00C7503D" w:rsidRDefault="00C7503D">
      <w:pPr>
        <w:pStyle w:val="Verzeichnis2"/>
        <w:tabs>
          <w:tab w:val="left" w:pos="1418"/>
        </w:tabs>
        <w:rPr>
          <w:sz w:val="22"/>
        </w:rPr>
      </w:pPr>
      <w:hyperlink w:anchor="_Toc76989871" w:history="1">
        <w:r w:rsidRPr="00527303">
          <w:rPr>
            <w:rStyle w:val="Hyperlink"/>
          </w:rPr>
          <w:t>1.1.</w:t>
        </w:r>
        <w:r>
          <w:rPr>
            <w:sz w:val="22"/>
          </w:rPr>
          <w:tab/>
        </w:r>
        <w:r w:rsidRPr="00527303">
          <w:rPr>
            <w:rStyle w:val="Hyperlink"/>
          </w:rPr>
          <w:t>Thema der Abschlussarbeit</w:t>
        </w:r>
        <w:r>
          <w:rPr>
            <w:webHidden/>
          </w:rPr>
          <w:tab/>
        </w:r>
        <w:r>
          <w:rPr>
            <w:webHidden/>
          </w:rPr>
          <w:fldChar w:fldCharType="begin"/>
        </w:r>
        <w:r>
          <w:rPr>
            <w:webHidden/>
          </w:rPr>
          <w:instrText xml:space="preserve"> PAGEREF _Toc76989871 \h </w:instrText>
        </w:r>
        <w:r>
          <w:rPr>
            <w:webHidden/>
          </w:rPr>
        </w:r>
        <w:r>
          <w:rPr>
            <w:webHidden/>
          </w:rPr>
          <w:fldChar w:fldCharType="separate"/>
        </w:r>
        <w:r>
          <w:rPr>
            <w:webHidden/>
          </w:rPr>
          <w:t>2</w:t>
        </w:r>
        <w:r>
          <w:rPr>
            <w:webHidden/>
          </w:rPr>
          <w:fldChar w:fldCharType="end"/>
        </w:r>
      </w:hyperlink>
    </w:p>
    <w:p w:rsidR="00C7503D" w:rsidRDefault="00C7503D">
      <w:pPr>
        <w:pStyle w:val="Verzeichnis2"/>
        <w:tabs>
          <w:tab w:val="left" w:pos="1418"/>
        </w:tabs>
        <w:rPr>
          <w:sz w:val="22"/>
        </w:rPr>
      </w:pPr>
      <w:hyperlink w:anchor="_Toc76989872" w:history="1">
        <w:r w:rsidRPr="00527303">
          <w:rPr>
            <w:rStyle w:val="Hyperlink"/>
          </w:rPr>
          <w:t>1.2.</w:t>
        </w:r>
        <w:r>
          <w:rPr>
            <w:sz w:val="22"/>
          </w:rPr>
          <w:tab/>
        </w:r>
        <w:r w:rsidRPr="00527303">
          <w:rPr>
            <w:rStyle w:val="Hyperlink"/>
          </w:rPr>
          <w:t>Auftrag, Zielvorstellung und Vorgehen</w:t>
        </w:r>
        <w:r>
          <w:rPr>
            <w:webHidden/>
          </w:rPr>
          <w:tab/>
        </w:r>
        <w:r>
          <w:rPr>
            <w:webHidden/>
          </w:rPr>
          <w:fldChar w:fldCharType="begin"/>
        </w:r>
        <w:r>
          <w:rPr>
            <w:webHidden/>
          </w:rPr>
          <w:instrText xml:space="preserve"> PAGEREF _Toc76989872 \h </w:instrText>
        </w:r>
        <w:r>
          <w:rPr>
            <w:webHidden/>
          </w:rPr>
        </w:r>
        <w:r>
          <w:rPr>
            <w:webHidden/>
          </w:rPr>
          <w:fldChar w:fldCharType="separate"/>
        </w:r>
        <w:r>
          <w:rPr>
            <w:webHidden/>
          </w:rPr>
          <w:t>2</w:t>
        </w:r>
        <w:r>
          <w:rPr>
            <w:webHidden/>
          </w:rPr>
          <w:fldChar w:fldCharType="end"/>
        </w:r>
      </w:hyperlink>
    </w:p>
    <w:p w:rsidR="00C7503D" w:rsidRDefault="00C7503D">
      <w:pPr>
        <w:pStyle w:val="Verzeichnis2"/>
        <w:tabs>
          <w:tab w:val="left" w:pos="1418"/>
        </w:tabs>
        <w:rPr>
          <w:sz w:val="22"/>
        </w:rPr>
      </w:pPr>
      <w:hyperlink w:anchor="_Toc76989873" w:history="1">
        <w:r w:rsidRPr="00527303">
          <w:rPr>
            <w:rStyle w:val="Hyperlink"/>
          </w:rPr>
          <w:t>1.3.</w:t>
        </w:r>
        <w:r>
          <w:rPr>
            <w:sz w:val="22"/>
          </w:rPr>
          <w:tab/>
        </w:r>
        <w:r w:rsidRPr="00527303">
          <w:rPr>
            <w:rStyle w:val="Hyperlink"/>
          </w:rPr>
          <w:t>Abgrenzung</w:t>
        </w:r>
        <w:r>
          <w:rPr>
            <w:webHidden/>
          </w:rPr>
          <w:tab/>
        </w:r>
        <w:r>
          <w:rPr>
            <w:webHidden/>
          </w:rPr>
          <w:fldChar w:fldCharType="begin"/>
        </w:r>
        <w:r>
          <w:rPr>
            <w:webHidden/>
          </w:rPr>
          <w:instrText xml:space="preserve"> PAGEREF _Toc76989873 \h </w:instrText>
        </w:r>
        <w:r>
          <w:rPr>
            <w:webHidden/>
          </w:rPr>
        </w:r>
        <w:r>
          <w:rPr>
            <w:webHidden/>
          </w:rPr>
          <w:fldChar w:fldCharType="separate"/>
        </w:r>
        <w:r>
          <w:rPr>
            <w:webHidden/>
          </w:rPr>
          <w:t>3</w:t>
        </w:r>
        <w:r>
          <w:rPr>
            <w:webHidden/>
          </w:rPr>
          <w:fldChar w:fldCharType="end"/>
        </w:r>
      </w:hyperlink>
    </w:p>
    <w:p w:rsidR="00C7503D" w:rsidRDefault="00C7503D">
      <w:pPr>
        <w:pStyle w:val="Verzeichnis1"/>
        <w:rPr>
          <w:sz w:val="22"/>
          <w:lang w:eastAsia="de-CH"/>
        </w:rPr>
      </w:pPr>
      <w:hyperlink w:anchor="_Toc76989874" w:history="1">
        <w:r w:rsidRPr="00527303">
          <w:rPr>
            <w:rStyle w:val="Hyperlink"/>
          </w:rPr>
          <w:t>2.</w:t>
        </w:r>
        <w:r>
          <w:rPr>
            <w:sz w:val="22"/>
            <w:lang w:eastAsia="de-CH"/>
          </w:rPr>
          <w:tab/>
        </w:r>
        <w:r w:rsidRPr="00527303">
          <w:rPr>
            <w:rStyle w:val="Hyperlink"/>
          </w:rPr>
          <w:t>Projektbeschreibung</w:t>
        </w:r>
        <w:r>
          <w:rPr>
            <w:webHidden/>
          </w:rPr>
          <w:tab/>
        </w:r>
        <w:r>
          <w:rPr>
            <w:webHidden/>
          </w:rPr>
          <w:fldChar w:fldCharType="begin"/>
        </w:r>
        <w:r>
          <w:rPr>
            <w:webHidden/>
          </w:rPr>
          <w:instrText xml:space="preserve"> PAGEREF _Toc76989874 \h </w:instrText>
        </w:r>
        <w:r>
          <w:rPr>
            <w:webHidden/>
          </w:rPr>
        </w:r>
        <w:r>
          <w:rPr>
            <w:webHidden/>
          </w:rPr>
          <w:fldChar w:fldCharType="separate"/>
        </w:r>
        <w:r>
          <w:rPr>
            <w:webHidden/>
          </w:rPr>
          <w:t>3</w:t>
        </w:r>
        <w:r>
          <w:rPr>
            <w:webHidden/>
          </w:rPr>
          <w:fldChar w:fldCharType="end"/>
        </w:r>
      </w:hyperlink>
    </w:p>
    <w:p w:rsidR="00C7503D" w:rsidRDefault="00C7503D">
      <w:pPr>
        <w:pStyle w:val="Verzeichnis2"/>
        <w:tabs>
          <w:tab w:val="left" w:pos="1418"/>
        </w:tabs>
        <w:rPr>
          <w:sz w:val="22"/>
        </w:rPr>
      </w:pPr>
      <w:hyperlink w:anchor="_Toc76989875" w:history="1">
        <w:r w:rsidRPr="00527303">
          <w:rPr>
            <w:rStyle w:val="Hyperlink"/>
          </w:rPr>
          <w:t>2.1.</w:t>
        </w:r>
        <w:r>
          <w:rPr>
            <w:sz w:val="22"/>
          </w:rPr>
          <w:tab/>
        </w:r>
        <w:r w:rsidRPr="00527303">
          <w:rPr>
            <w:rStyle w:val="Hyperlink"/>
          </w:rPr>
          <w:t>Besonderheiten / Herausforderungen</w:t>
        </w:r>
        <w:r>
          <w:rPr>
            <w:webHidden/>
          </w:rPr>
          <w:tab/>
        </w:r>
        <w:r>
          <w:rPr>
            <w:webHidden/>
          </w:rPr>
          <w:fldChar w:fldCharType="begin"/>
        </w:r>
        <w:r>
          <w:rPr>
            <w:webHidden/>
          </w:rPr>
          <w:instrText xml:space="preserve"> PAGEREF _Toc76989875 \h </w:instrText>
        </w:r>
        <w:r>
          <w:rPr>
            <w:webHidden/>
          </w:rPr>
        </w:r>
        <w:r>
          <w:rPr>
            <w:webHidden/>
          </w:rPr>
          <w:fldChar w:fldCharType="separate"/>
        </w:r>
        <w:r>
          <w:rPr>
            <w:webHidden/>
          </w:rPr>
          <w:t>3</w:t>
        </w:r>
        <w:r>
          <w:rPr>
            <w:webHidden/>
          </w:rPr>
          <w:fldChar w:fldCharType="end"/>
        </w:r>
      </w:hyperlink>
    </w:p>
    <w:p w:rsidR="00C7503D" w:rsidRDefault="00C7503D">
      <w:pPr>
        <w:pStyle w:val="Verzeichnis1"/>
        <w:rPr>
          <w:sz w:val="22"/>
          <w:lang w:eastAsia="de-CH"/>
        </w:rPr>
      </w:pPr>
      <w:hyperlink w:anchor="_Toc76989876" w:history="1">
        <w:r w:rsidRPr="00527303">
          <w:rPr>
            <w:rStyle w:val="Hyperlink"/>
          </w:rPr>
          <w:t>3.</w:t>
        </w:r>
        <w:r>
          <w:rPr>
            <w:sz w:val="22"/>
            <w:lang w:eastAsia="de-CH"/>
          </w:rPr>
          <w:tab/>
        </w:r>
        <w:r w:rsidRPr="00527303">
          <w:rPr>
            <w:rStyle w:val="Hyperlink"/>
          </w:rPr>
          <w:t>Projektplanung</w:t>
        </w:r>
        <w:r>
          <w:rPr>
            <w:webHidden/>
          </w:rPr>
          <w:tab/>
        </w:r>
        <w:r>
          <w:rPr>
            <w:webHidden/>
          </w:rPr>
          <w:fldChar w:fldCharType="begin"/>
        </w:r>
        <w:r>
          <w:rPr>
            <w:webHidden/>
          </w:rPr>
          <w:instrText xml:space="preserve"> PAGEREF _Toc76989876 \h </w:instrText>
        </w:r>
        <w:r>
          <w:rPr>
            <w:webHidden/>
          </w:rPr>
        </w:r>
        <w:r>
          <w:rPr>
            <w:webHidden/>
          </w:rPr>
          <w:fldChar w:fldCharType="separate"/>
        </w:r>
        <w:r>
          <w:rPr>
            <w:webHidden/>
          </w:rPr>
          <w:t>3</w:t>
        </w:r>
        <w:r>
          <w:rPr>
            <w:webHidden/>
          </w:rPr>
          <w:fldChar w:fldCharType="end"/>
        </w:r>
      </w:hyperlink>
    </w:p>
    <w:p w:rsidR="00C7503D" w:rsidRDefault="00C7503D">
      <w:pPr>
        <w:pStyle w:val="Verzeichnis1"/>
        <w:rPr>
          <w:sz w:val="22"/>
          <w:lang w:eastAsia="de-CH"/>
        </w:rPr>
      </w:pPr>
      <w:hyperlink w:anchor="_Toc76989877" w:history="1">
        <w:r w:rsidRPr="00527303">
          <w:rPr>
            <w:rStyle w:val="Hyperlink"/>
          </w:rPr>
          <w:t>4.</w:t>
        </w:r>
        <w:r>
          <w:rPr>
            <w:sz w:val="22"/>
            <w:lang w:eastAsia="de-CH"/>
          </w:rPr>
          <w:tab/>
        </w:r>
        <w:r w:rsidRPr="00527303">
          <w:rPr>
            <w:rStyle w:val="Hyperlink"/>
          </w:rPr>
          <w:t>Hauptteil</w:t>
        </w:r>
        <w:r>
          <w:rPr>
            <w:webHidden/>
          </w:rPr>
          <w:tab/>
        </w:r>
        <w:r>
          <w:rPr>
            <w:webHidden/>
          </w:rPr>
          <w:fldChar w:fldCharType="begin"/>
        </w:r>
        <w:r>
          <w:rPr>
            <w:webHidden/>
          </w:rPr>
          <w:instrText xml:space="preserve"> PAGEREF _Toc76989877 \h </w:instrText>
        </w:r>
        <w:r>
          <w:rPr>
            <w:webHidden/>
          </w:rPr>
        </w:r>
        <w:r>
          <w:rPr>
            <w:webHidden/>
          </w:rPr>
          <w:fldChar w:fldCharType="separate"/>
        </w:r>
        <w:r>
          <w:rPr>
            <w:webHidden/>
          </w:rPr>
          <w:t>4</w:t>
        </w:r>
        <w:r>
          <w:rPr>
            <w:webHidden/>
          </w:rPr>
          <w:fldChar w:fldCharType="end"/>
        </w:r>
      </w:hyperlink>
    </w:p>
    <w:p w:rsidR="00C7503D" w:rsidRDefault="00C7503D">
      <w:pPr>
        <w:pStyle w:val="Verzeichnis1"/>
        <w:rPr>
          <w:sz w:val="22"/>
          <w:lang w:eastAsia="de-CH"/>
        </w:rPr>
      </w:pPr>
      <w:hyperlink w:anchor="_Toc76989878" w:history="1">
        <w:r w:rsidRPr="00527303">
          <w:rPr>
            <w:rStyle w:val="Hyperlink"/>
          </w:rPr>
          <w:t>5.</w:t>
        </w:r>
        <w:r>
          <w:rPr>
            <w:sz w:val="22"/>
            <w:lang w:eastAsia="de-CH"/>
          </w:rPr>
          <w:tab/>
        </w:r>
        <w:r w:rsidRPr="00527303">
          <w:rPr>
            <w:rStyle w:val="Hyperlink"/>
          </w:rPr>
          <w:t>Reflexion</w:t>
        </w:r>
        <w:r>
          <w:rPr>
            <w:webHidden/>
          </w:rPr>
          <w:tab/>
        </w:r>
        <w:r>
          <w:rPr>
            <w:webHidden/>
          </w:rPr>
          <w:fldChar w:fldCharType="begin"/>
        </w:r>
        <w:r>
          <w:rPr>
            <w:webHidden/>
          </w:rPr>
          <w:instrText xml:space="preserve"> PAGEREF _Toc76989878 \h </w:instrText>
        </w:r>
        <w:r>
          <w:rPr>
            <w:webHidden/>
          </w:rPr>
        </w:r>
        <w:r>
          <w:rPr>
            <w:webHidden/>
          </w:rPr>
          <w:fldChar w:fldCharType="separate"/>
        </w:r>
        <w:r>
          <w:rPr>
            <w:webHidden/>
          </w:rPr>
          <w:t>5</w:t>
        </w:r>
        <w:r>
          <w:rPr>
            <w:webHidden/>
          </w:rPr>
          <w:fldChar w:fldCharType="end"/>
        </w:r>
      </w:hyperlink>
    </w:p>
    <w:p w:rsidR="00C7503D" w:rsidRDefault="00C7503D">
      <w:pPr>
        <w:pStyle w:val="Verzeichnis2"/>
        <w:tabs>
          <w:tab w:val="left" w:pos="1418"/>
        </w:tabs>
        <w:rPr>
          <w:sz w:val="22"/>
        </w:rPr>
      </w:pPr>
      <w:hyperlink w:anchor="_Toc76989879" w:history="1">
        <w:r w:rsidRPr="00527303">
          <w:rPr>
            <w:rStyle w:val="Hyperlink"/>
          </w:rPr>
          <w:t>5.1.</w:t>
        </w:r>
        <w:r>
          <w:rPr>
            <w:sz w:val="22"/>
          </w:rPr>
          <w:tab/>
        </w:r>
        <w:r w:rsidRPr="00527303">
          <w:rPr>
            <w:rStyle w:val="Hyperlink"/>
          </w:rPr>
          <w:t>Rückblick Durchführung</w:t>
        </w:r>
        <w:r>
          <w:rPr>
            <w:webHidden/>
          </w:rPr>
          <w:tab/>
        </w:r>
        <w:r>
          <w:rPr>
            <w:webHidden/>
          </w:rPr>
          <w:fldChar w:fldCharType="begin"/>
        </w:r>
        <w:r>
          <w:rPr>
            <w:webHidden/>
          </w:rPr>
          <w:instrText xml:space="preserve"> PAGEREF _Toc76989879 \h </w:instrText>
        </w:r>
        <w:r>
          <w:rPr>
            <w:webHidden/>
          </w:rPr>
        </w:r>
        <w:r>
          <w:rPr>
            <w:webHidden/>
          </w:rPr>
          <w:fldChar w:fldCharType="separate"/>
        </w:r>
        <w:r>
          <w:rPr>
            <w:webHidden/>
          </w:rPr>
          <w:t>5</w:t>
        </w:r>
        <w:r>
          <w:rPr>
            <w:webHidden/>
          </w:rPr>
          <w:fldChar w:fldCharType="end"/>
        </w:r>
      </w:hyperlink>
    </w:p>
    <w:p w:rsidR="00C7503D" w:rsidRDefault="00C7503D">
      <w:pPr>
        <w:pStyle w:val="Verzeichnis1"/>
        <w:rPr>
          <w:sz w:val="22"/>
          <w:lang w:eastAsia="de-CH"/>
        </w:rPr>
      </w:pPr>
      <w:hyperlink w:anchor="_Toc76989880" w:history="1">
        <w:r w:rsidRPr="00527303">
          <w:rPr>
            <w:rStyle w:val="Hyperlink"/>
          </w:rPr>
          <w:t>6.</w:t>
        </w:r>
        <w:r>
          <w:rPr>
            <w:sz w:val="22"/>
            <w:lang w:eastAsia="de-CH"/>
          </w:rPr>
          <w:tab/>
        </w:r>
        <w:r w:rsidRPr="00527303">
          <w:rPr>
            <w:rStyle w:val="Hyperlink"/>
          </w:rPr>
          <w:t>Literaturverzeichnis</w:t>
        </w:r>
        <w:r>
          <w:rPr>
            <w:webHidden/>
          </w:rPr>
          <w:tab/>
        </w:r>
        <w:r>
          <w:rPr>
            <w:webHidden/>
          </w:rPr>
          <w:fldChar w:fldCharType="begin"/>
        </w:r>
        <w:r>
          <w:rPr>
            <w:webHidden/>
          </w:rPr>
          <w:instrText xml:space="preserve"> PAGEREF _Toc76989880 \h </w:instrText>
        </w:r>
        <w:r>
          <w:rPr>
            <w:webHidden/>
          </w:rPr>
        </w:r>
        <w:r>
          <w:rPr>
            <w:webHidden/>
          </w:rPr>
          <w:fldChar w:fldCharType="separate"/>
        </w:r>
        <w:r>
          <w:rPr>
            <w:webHidden/>
          </w:rPr>
          <w:t>5</w:t>
        </w:r>
        <w:r>
          <w:rPr>
            <w:webHidden/>
          </w:rPr>
          <w:fldChar w:fldCharType="end"/>
        </w:r>
      </w:hyperlink>
    </w:p>
    <w:p w:rsidR="00C7503D" w:rsidRDefault="00C7503D">
      <w:pPr>
        <w:pStyle w:val="Verzeichnis1"/>
        <w:rPr>
          <w:sz w:val="22"/>
          <w:lang w:eastAsia="de-CH"/>
        </w:rPr>
      </w:pPr>
      <w:hyperlink w:anchor="_Toc76989881" w:history="1">
        <w:r w:rsidRPr="00527303">
          <w:rPr>
            <w:rStyle w:val="Hyperlink"/>
          </w:rPr>
          <w:t>7.</w:t>
        </w:r>
        <w:r>
          <w:rPr>
            <w:sz w:val="22"/>
            <w:lang w:eastAsia="de-CH"/>
          </w:rPr>
          <w:tab/>
        </w:r>
        <w:r w:rsidRPr="00527303">
          <w:rPr>
            <w:rStyle w:val="Hyperlink"/>
          </w:rPr>
          <w:t>Anhang</w:t>
        </w:r>
        <w:r>
          <w:rPr>
            <w:webHidden/>
          </w:rPr>
          <w:tab/>
        </w:r>
        <w:r>
          <w:rPr>
            <w:webHidden/>
          </w:rPr>
          <w:fldChar w:fldCharType="begin"/>
        </w:r>
        <w:r>
          <w:rPr>
            <w:webHidden/>
          </w:rPr>
          <w:instrText xml:space="preserve"> PAGEREF _Toc76989881 \h </w:instrText>
        </w:r>
        <w:r>
          <w:rPr>
            <w:webHidden/>
          </w:rPr>
        </w:r>
        <w:r>
          <w:rPr>
            <w:webHidden/>
          </w:rPr>
          <w:fldChar w:fldCharType="separate"/>
        </w:r>
        <w:r>
          <w:rPr>
            <w:webHidden/>
          </w:rPr>
          <w:t>6</w:t>
        </w:r>
        <w:r>
          <w:rPr>
            <w:webHidden/>
          </w:rPr>
          <w:fldChar w:fldCharType="end"/>
        </w:r>
      </w:hyperlink>
    </w:p>
    <w:p w:rsidR="00C7503D" w:rsidRDefault="00C7503D">
      <w:pPr>
        <w:pStyle w:val="Verzeichnis2"/>
        <w:tabs>
          <w:tab w:val="left" w:pos="1418"/>
        </w:tabs>
        <w:rPr>
          <w:sz w:val="22"/>
        </w:rPr>
      </w:pPr>
      <w:hyperlink w:anchor="_Toc76989882" w:history="1">
        <w:r w:rsidRPr="00527303">
          <w:rPr>
            <w:rStyle w:val="Hyperlink"/>
          </w:rPr>
          <w:t>7.1.</w:t>
        </w:r>
        <w:r>
          <w:rPr>
            <w:sz w:val="22"/>
          </w:rPr>
          <w:tab/>
        </w:r>
        <w:r w:rsidRPr="00527303">
          <w:rPr>
            <w:rStyle w:val="Hyperlink"/>
          </w:rPr>
          <w:t>Anhang 1</w:t>
        </w:r>
        <w:r>
          <w:rPr>
            <w:webHidden/>
          </w:rPr>
          <w:tab/>
        </w:r>
        <w:r>
          <w:rPr>
            <w:webHidden/>
          </w:rPr>
          <w:fldChar w:fldCharType="begin"/>
        </w:r>
        <w:r>
          <w:rPr>
            <w:webHidden/>
          </w:rPr>
          <w:instrText xml:space="preserve"> PAGEREF _Toc76989882 \h </w:instrText>
        </w:r>
        <w:r>
          <w:rPr>
            <w:webHidden/>
          </w:rPr>
        </w:r>
        <w:r>
          <w:rPr>
            <w:webHidden/>
          </w:rPr>
          <w:fldChar w:fldCharType="separate"/>
        </w:r>
        <w:r>
          <w:rPr>
            <w:webHidden/>
          </w:rPr>
          <w:t>6</w:t>
        </w:r>
        <w:r>
          <w:rPr>
            <w:webHidden/>
          </w:rPr>
          <w:fldChar w:fldCharType="end"/>
        </w:r>
      </w:hyperlink>
    </w:p>
    <w:p w:rsidR="00114F97" w:rsidRPr="00D26729" w:rsidRDefault="000573A2" w:rsidP="00114F97">
      <w:pPr>
        <w:rPr>
          <w:noProof/>
          <w:lang w:eastAsia="it-CH"/>
        </w:rPr>
      </w:pPr>
      <w:r w:rsidRPr="00D26729">
        <w:rPr>
          <w:noProof/>
          <w:lang w:eastAsia="it-CH"/>
        </w:rPr>
        <w:fldChar w:fldCharType="end"/>
      </w:r>
    </w:p>
    <w:p w:rsidR="000C0FE3" w:rsidRPr="00D26729" w:rsidRDefault="000C0FE3" w:rsidP="00114F97">
      <w:pPr>
        <w:rPr>
          <w:lang w:eastAsia="it-CH"/>
        </w:rPr>
        <w:sectPr w:rsidR="000C0FE3" w:rsidRPr="00D26729" w:rsidSect="008F7838">
          <w:headerReference w:type="default" r:id="rId8"/>
          <w:footerReference w:type="even" r:id="rId9"/>
          <w:footerReference w:type="default" r:id="rId10"/>
          <w:headerReference w:type="first" r:id="rId11"/>
          <w:pgSz w:w="11906" w:h="16838"/>
          <w:pgMar w:top="1520" w:right="1134" w:bottom="1440" w:left="1418" w:header="709" w:footer="340" w:gutter="0"/>
          <w:cols w:space="708"/>
          <w:titlePg/>
          <w:docGrid w:linePitch="360"/>
        </w:sectPr>
      </w:pPr>
    </w:p>
    <w:p w:rsidR="00BA5D9E" w:rsidRPr="00D26729" w:rsidRDefault="00BA5D9E" w:rsidP="00BA5D9E">
      <w:pPr>
        <w:pStyle w:val="Titel1a"/>
        <w:rPr>
          <w:lang w:val="de-CH"/>
        </w:rPr>
      </w:pPr>
      <w:bookmarkStart w:id="1" w:name="_Toc76989869"/>
      <w:r w:rsidRPr="00D26729">
        <w:rPr>
          <w:lang w:val="de-CH"/>
        </w:rPr>
        <w:t>Zusammenfassung</w:t>
      </w:r>
      <w:bookmarkEnd w:id="1"/>
    </w:p>
    <w:p w:rsidR="0082521D" w:rsidRPr="00D26729" w:rsidRDefault="0082521D" w:rsidP="00114F97">
      <w:pPr>
        <w:rPr>
          <w:lang w:eastAsia="it-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82521D" w:rsidRPr="00D26729"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82521D" w:rsidRPr="00D26729" w:rsidRDefault="0082521D" w:rsidP="00082FB8">
            <w:pPr>
              <w:jc w:val="both"/>
              <w:rPr>
                <w:b w:val="0"/>
              </w:rPr>
            </w:pPr>
          </w:p>
          <w:p w:rsidR="0082521D" w:rsidRPr="00D26729" w:rsidRDefault="0082521D" w:rsidP="00082FB8">
            <w:pPr>
              <w:jc w:val="both"/>
            </w:pPr>
            <w:r w:rsidRPr="00D26729">
              <w:t>Hinweis:</w:t>
            </w:r>
          </w:p>
          <w:p w:rsidR="00BA5D9E" w:rsidRPr="00D26729" w:rsidRDefault="006A30F9" w:rsidP="00082FB8">
            <w:pPr>
              <w:jc w:val="both"/>
              <w:rPr>
                <w:b w:val="0"/>
              </w:rPr>
            </w:pPr>
            <w:r w:rsidRPr="00D26729">
              <w:rPr>
                <w:b w:val="0"/>
              </w:rPr>
              <w:t xml:space="preserve">Die Zusammenfassung soll auf höchstens einer Seite den Inhalt der </w:t>
            </w:r>
            <w:r w:rsidR="00A052DC" w:rsidRPr="00A052DC">
              <w:rPr>
                <w:b w:val="0"/>
              </w:rPr>
              <w:t>Abschlussarbeit</w:t>
            </w:r>
            <w:r w:rsidRPr="00D26729">
              <w:rPr>
                <w:b w:val="0"/>
              </w:rPr>
              <w:t xml:space="preserve"> und die wesentlichen Ergebnisse zusammenfassen. Darin darf auch Persönliches wie z.B. Verdankungen stehen. </w:t>
            </w:r>
          </w:p>
          <w:p w:rsidR="006A30F9" w:rsidRPr="00D26729" w:rsidRDefault="006A30F9" w:rsidP="00082FB8">
            <w:pPr>
              <w:jc w:val="both"/>
              <w:rPr>
                <w:b w:val="0"/>
              </w:rPr>
            </w:pPr>
          </w:p>
        </w:tc>
      </w:tr>
    </w:tbl>
    <w:p w:rsidR="0082521D" w:rsidRPr="00D26729" w:rsidRDefault="0082521D" w:rsidP="00114F97">
      <w:pPr>
        <w:rPr>
          <w:lang w:eastAsia="it-CH"/>
        </w:rPr>
      </w:pPr>
    </w:p>
    <w:p w:rsidR="006A30F9" w:rsidRPr="00D26729" w:rsidRDefault="00204D4C" w:rsidP="00E63567">
      <w:r w:rsidRPr="00D26729">
        <w:t>Text</w:t>
      </w:r>
    </w:p>
    <w:p w:rsidR="006A30F9" w:rsidRPr="00D26729" w:rsidRDefault="006A30F9">
      <w:pPr>
        <w:spacing w:after="160" w:line="259" w:lineRule="auto"/>
      </w:pPr>
      <w:r w:rsidRPr="00D26729">
        <w:br w:type="page"/>
      </w:r>
    </w:p>
    <w:p w:rsidR="00204D4C" w:rsidRPr="00D26729" w:rsidRDefault="006A30F9" w:rsidP="00204D4C">
      <w:pPr>
        <w:pStyle w:val="Titel1"/>
      </w:pPr>
      <w:bookmarkStart w:id="2" w:name="_Toc76989870"/>
      <w:r w:rsidRPr="00D26729">
        <w:t>Einleitung</w:t>
      </w:r>
      <w:bookmarkEnd w:id="2"/>
    </w:p>
    <w:p w:rsidR="00204D4C" w:rsidRPr="00D26729" w:rsidRDefault="00204D4C"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D26729"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D26729" w:rsidRDefault="00EF5AED" w:rsidP="00F0516E">
            <w:pPr>
              <w:jc w:val="both"/>
            </w:pPr>
          </w:p>
          <w:p w:rsidR="00EF5AED" w:rsidRPr="00D26729" w:rsidRDefault="00EF5AED" w:rsidP="00F0516E">
            <w:pPr>
              <w:jc w:val="both"/>
            </w:pPr>
            <w:r w:rsidRPr="00D26729">
              <w:t>Hinweis:</w:t>
            </w:r>
          </w:p>
          <w:p w:rsidR="00204D4C" w:rsidRPr="00D26729" w:rsidRDefault="006A30F9" w:rsidP="00F0516E">
            <w:pPr>
              <w:jc w:val="both"/>
              <w:rPr>
                <w:b w:val="0"/>
              </w:rPr>
            </w:pPr>
            <w:r w:rsidRPr="00D26729">
              <w:rPr>
                <w:b w:val="0"/>
              </w:rPr>
              <w:t>Um das lose Aneinanderreihen von einzelnen Kapiteln und Abschnitten zu vermeiden, sind die einzelnen Kapitel durch überleitende Gedanken zu verbinden (Leserführung). Diese machen den Aufbau der Kapitel und deren Zusammenhang sichtbar. Eigene Überlegungen und Begründungen zu den einzelnen Abschnitten geben der Arbeit die gewünschte persönliche Note. Für die Leserin, den Leser ist es übersichtlich, wenn Sie jeweils zu Beginn eines Kapitels dessen Inhalt beschreiben.</w:t>
            </w:r>
          </w:p>
          <w:p w:rsidR="006A30F9" w:rsidRPr="00D26729" w:rsidRDefault="006A30F9" w:rsidP="00F0516E">
            <w:pPr>
              <w:jc w:val="both"/>
              <w:rPr>
                <w:b w:val="0"/>
              </w:rPr>
            </w:pPr>
          </w:p>
        </w:tc>
      </w:tr>
    </w:tbl>
    <w:p w:rsidR="0082521D" w:rsidRPr="00D26729" w:rsidRDefault="0082521D" w:rsidP="00E63567"/>
    <w:p w:rsidR="0015323A" w:rsidRPr="00D26729" w:rsidRDefault="0015323A" w:rsidP="0015323A">
      <w:r w:rsidRPr="00D26729">
        <w:t>Text</w:t>
      </w:r>
    </w:p>
    <w:p w:rsidR="006A30F9" w:rsidRPr="00D26729" w:rsidRDefault="006A30F9" w:rsidP="0015323A"/>
    <w:p w:rsidR="006A30F9" w:rsidRPr="00D26729" w:rsidRDefault="006A30F9" w:rsidP="006A30F9">
      <w:pPr>
        <w:pStyle w:val="Titel2"/>
      </w:pPr>
      <w:bookmarkStart w:id="3" w:name="_Toc76989871"/>
      <w:r w:rsidRPr="00D26729">
        <w:t xml:space="preserve">Thema </w:t>
      </w:r>
      <w:r w:rsidRPr="007F142E">
        <w:t xml:space="preserve">der </w:t>
      </w:r>
      <w:r w:rsidR="00A052DC">
        <w:t>Abschlussarbeit</w:t>
      </w:r>
      <w:bookmarkEnd w:id="3"/>
    </w:p>
    <w:p w:rsidR="0015323A" w:rsidRPr="00D26729" w:rsidRDefault="0015323A"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6A30F9" w:rsidRPr="00D26729" w:rsidTr="006A30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6A30F9" w:rsidRPr="00D26729" w:rsidRDefault="006A30F9" w:rsidP="00F0516E">
            <w:pPr>
              <w:jc w:val="both"/>
            </w:pPr>
          </w:p>
          <w:p w:rsidR="006A30F9" w:rsidRPr="00D26729" w:rsidRDefault="006A30F9" w:rsidP="00F0516E">
            <w:pPr>
              <w:jc w:val="both"/>
            </w:pPr>
            <w:r w:rsidRPr="00D26729">
              <w:t>Hinweis:</w:t>
            </w:r>
          </w:p>
          <w:p w:rsidR="00B441D5" w:rsidRPr="00D26729" w:rsidRDefault="00F0516E" w:rsidP="00B441D5">
            <w:pPr>
              <w:jc w:val="both"/>
              <w:rPr>
                <w:bCs w:val="0"/>
              </w:rPr>
            </w:pPr>
            <w:r w:rsidRPr="00D26729">
              <w:rPr>
                <w:b w:val="0"/>
              </w:rPr>
              <w:t xml:space="preserve">In diesem Kapitel wird im Sinne eines kurzen Überblicks das </w:t>
            </w:r>
            <w:r w:rsidRPr="007F142E">
              <w:rPr>
                <w:b w:val="0"/>
              </w:rPr>
              <w:t xml:space="preserve">Thema der </w:t>
            </w:r>
            <w:r w:rsidR="00A052DC" w:rsidRPr="00A052DC">
              <w:rPr>
                <w:b w:val="0"/>
              </w:rPr>
              <w:t>Abschlussarbeit</w:t>
            </w:r>
            <w:r w:rsidRPr="007F142E">
              <w:rPr>
                <w:b w:val="0"/>
              </w:rPr>
              <w:t xml:space="preserve"> vorgestellt</w:t>
            </w:r>
            <w:r w:rsidRPr="00D26729">
              <w:rPr>
                <w:b w:val="0"/>
              </w:rPr>
              <w:t xml:space="preserve">. Die Leserin, der Leser soll eine Vorstellung bekommen, welcher Art der Auftrag, das Objekt und dessen aktueller Zustand (IST-Zustand) sind. </w:t>
            </w:r>
          </w:p>
          <w:p w:rsidR="00F0516E" w:rsidRPr="00D26729" w:rsidRDefault="00F0516E" w:rsidP="00F0516E">
            <w:pPr>
              <w:jc w:val="both"/>
              <w:rPr>
                <w:b w:val="0"/>
              </w:rPr>
            </w:pPr>
            <w:r w:rsidRPr="00D26729">
              <w:rPr>
                <w:b w:val="0"/>
              </w:rPr>
              <w:t>Kurzbeschreibung des Auftrags, Besonderes zum Objekt.</w:t>
            </w:r>
          </w:p>
          <w:p w:rsidR="006A30F9" w:rsidRPr="00D26729" w:rsidRDefault="00F0516E" w:rsidP="00F0516E">
            <w:pPr>
              <w:jc w:val="both"/>
              <w:rPr>
                <w:b w:val="0"/>
              </w:rPr>
            </w:pPr>
            <w:r w:rsidRPr="00D26729">
              <w:rPr>
                <w:b w:val="0"/>
              </w:rPr>
              <w:t xml:space="preserve">Das Projekt kann in Form einer Tabelle oder in einem Fliesstext beschrieben werden. </w:t>
            </w:r>
          </w:p>
          <w:p w:rsidR="00F0516E" w:rsidRPr="00D26729" w:rsidRDefault="00F0516E" w:rsidP="00F0516E">
            <w:pPr>
              <w:jc w:val="both"/>
              <w:rPr>
                <w:b w:val="0"/>
              </w:rPr>
            </w:pPr>
          </w:p>
        </w:tc>
      </w:tr>
    </w:tbl>
    <w:p w:rsidR="006A30F9" w:rsidRPr="00D26729" w:rsidRDefault="006A30F9" w:rsidP="006A30F9"/>
    <w:p w:rsidR="006A30F9" w:rsidRPr="00D26729" w:rsidRDefault="00F0516E" w:rsidP="00E63567">
      <w:r w:rsidRPr="00D26729">
        <w:t>Text</w:t>
      </w:r>
    </w:p>
    <w:p w:rsidR="006A30F9" w:rsidRPr="00D26729" w:rsidRDefault="006A30F9" w:rsidP="00E63567"/>
    <w:p w:rsidR="0015323A" w:rsidRPr="00D26729" w:rsidRDefault="00F0516E" w:rsidP="00F0516E">
      <w:pPr>
        <w:pStyle w:val="Titel2"/>
      </w:pPr>
      <w:bookmarkStart w:id="4" w:name="_Toc76989872"/>
      <w:r w:rsidRPr="00D26729">
        <w:t>Auftrag, Zielvorstellung und Vorgehen</w:t>
      </w:r>
      <w:bookmarkEnd w:id="4"/>
    </w:p>
    <w:p w:rsidR="0082521D" w:rsidRPr="00D26729" w:rsidRDefault="0082521D" w:rsidP="00F0516E"/>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9106D2"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9106D2" w:rsidRPr="00D26729" w:rsidRDefault="009106D2" w:rsidP="00082FB8">
            <w:pPr>
              <w:jc w:val="both"/>
              <w:rPr>
                <w:b w:val="0"/>
              </w:rPr>
            </w:pPr>
          </w:p>
          <w:p w:rsidR="009106D2" w:rsidRPr="00D26729" w:rsidRDefault="009106D2" w:rsidP="00082FB8">
            <w:pPr>
              <w:jc w:val="both"/>
            </w:pPr>
            <w:r w:rsidRPr="00D26729">
              <w:t>Hinweis:</w:t>
            </w:r>
          </w:p>
          <w:p w:rsidR="00A979AB" w:rsidRPr="00D26729" w:rsidRDefault="00A979AB" w:rsidP="00082FB8">
            <w:pPr>
              <w:jc w:val="both"/>
              <w:rPr>
                <w:b w:val="0"/>
              </w:rPr>
            </w:pPr>
            <w:r w:rsidRPr="00D26729">
              <w:rPr>
                <w:b w:val="0"/>
              </w:rPr>
              <w:t>Folgende Fragen sollen beantworten werden:</w:t>
            </w:r>
          </w:p>
          <w:p w:rsidR="009106D2" w:rsidRPr="00D26729" w:rsidRDefault="00A979AB" w:rsidP="00082FB8">
            <w:pPr>
              <w:jc w:val="both"/>
              <w:rPr>
                <w:b w:val="0"/>
              </w:rPr>
            </w:pPr>
            <w:r w:rsidRPr="00D26729">
              <w:rPr>
                <w:b w:val="0"/>
              </w:rPr>
              <w:t>Was soll erreicht werden? Was sind Teilziele? Wie sieht das Vorgehen aus? (Kurzbeschreibung der Umsetzung, ca. 2 bis 3 Sätze)?</w:t>
            </w:r>
          </w:p>
          <w:p w:rsidR="00A979AB" w:rsidRPr="00D26729" w:rsidRDefault="00A979AB" w:rsidP="00082FB8">
            <w:pPr>
              <w:jc w:val="both"/>
              <w:rPr>
                <w:b w:val="0"/>
              </w:rPr>
            </w:pPr>
          </w:p>
        </w:tc>
      </w:tr>
    </w:tbl>
    <w:p w:rsidR="009106D2" w:rsidRPr="00D26729" w:rsidRDefault="009106D2" w:rsidP="00F0516E"/>
    <w:p w:rsidR="00A979AB" w:rsidRPr="00D26729" w:rsidRDefault="0015323A" w:rsidP="0015323A">
      <w:r w:rsidRPr="00D26729">
        <w:t>Text</w:t>
      </w:r>
    </w:p>
    <w:p w:rsidR="00A979AB" w:rsidRPr="00D26729" w:rsidRDefault="00A979AB">
      <w:pPr>
        <w:spacing w:after="160" w:line="259" w:lineRule="auto"/>
      </w:pPr>
      <w:r w:rsidRPr="00D26729">
        <w:br w:type="page"/>
      </w:r>
    </w:p>
    <w:p w:rsidR="0015323A" w:rsidRPr="0052100E" w:rsidRDefault="00D32DE4" w:rsidP="0052100E">
      <w:pPr>
        <w:pStyle w:val="Titel2"/>
      </w:pPr>
      <w:bookmarkStart w:id="5" w:name="_Toc76989873"/>
      <w:r w:rsidRPr="0052100E">
        <w:t>Abgrenzung</w:t>
      </w:r>
      <w:bookmarkEnd w:id="5"/>
    </w:p>
    <w:p w:rsidR="0082521D" w:rsidRPr="00D26729" w:rsidRDefault="0082521D"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D32DE4"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D32DE4" w:rsidRPr="00D26729" w:rsidRDefault="00D32DE4" w:rsidP="00D32DE4">
            <w:pPr>
              <w:jc w:val="both"/>
              <w:rPr>
                <w:b w:val="0"/>
              </w:rPr>
            </w:pPr>
          </w:p>
          <w:p w:rsidR="00D32DE4" w:rsidRPr="00D26729" w:rsidRDefault="00D32DE4" w:rsidP="00D32DE4">
            <w:pPr>
              <w:jc w:val="both"/>
            </w:pPr>
            <w:r w:rsidRPr="00D26729">
              <w:t>Hinweis:</w:t>
            </w:r>
          </w:p>
          <w:p w:rsidR="00D32DE4" w:rsidRPr="00D26729" w:rsidRDefault="00D32DE4" w:rsidP="00D32DE4">
            <w:pPr>
              <w:jc w:val="both"/>
              <w:rPr>
                <w:b w:val="0"/>
              </w:rPr>
            </w:pPr>
            <w:r w:rsidRPr="00D26729">
              <w:rPr>
                <w:b w:val="0"/>
              </w:rPr>
              <w:t>In diesem Kapitel wird erklärt, wie sich die Arbeit thematisch abgrenzt. Damit ist eine Beschreibung gemeint, was bzw. welche Themen die Arbeit beinhaltet und welche nicht.</w:t>
            </w:r>
          </w:p>
          <w:p w:rsidR="00D32DE4" w:rsidRPr="00D26729" w:rsidRDefault="00D32DE4" w:rsidP="00D32DE4">
            <w:pPr>
              <w:jc w:val="both"/>
              <w:rPr>
                <w:b w:val="0"/>
              </w:rPr>
            </w:pPr>
          </w:p>
        </w:tc>
      </w:tr>
    </w:tbl>
    <w:p w:rsidR="00D32DE4" w:rsidRPr="00D26729" w:rsidRDefault="00D32DE4" w:rsidP="00E63567"/>
    <w:p w:rsidR="00D32DE4" w:rsidRDefault="00D32DE4" w:rsidP="00E63567">
      <w:r w:rsidRPr="00D26729">
        <w:t>Text</w:t>
      </w:r>
    </w:p>
    <w:p w:rsidR="00A7685A" w:rsidRDefault="00A7685A" w:rsidP="00E63567"/>
    <w:p w:rsidR="00CE142D" w:rsidRPr="00D26729" w:rsidRDefault="00CE142D" w:rsidP="00CE142D">
      <w:pPr>
        <w:pStyle w:val="Titel1"/>
      </w:pPr>
      <w:bookmarkStart w:id="6" w:name="_Toc76989874"/>
      <w:r w:rsidRPr="00D26729">
        <w:t>Projektbeschreibung</w:t>
      </w:r>
      <w:bookmarkEnd w:id="6"/>
    </w:p>
    <w:p w:rsidR="0082521D" w:rsidRPr="00D26729" w:rsidRDefault="0082521D" w:rsidP="00E63567"/>
    <w:p w:rsidR="00CE142D" w:rsidRPr="00D26729" w:rsidRDefault="00CE142D" w:rsidP="00CE142D">
      <w:pPr>
        <w:pStyle w:val="Titel2"/>
      </w:pPr>
      <w:bookmarkStart w:id="7" w:name="_Toc76989875"/>
      <w:r w:rsidRPr="00D26729">
        <w:t>Besonderheiten / Herausforderungen</w:t>
      </w:r>
      <w:bookmarkEnd w:id="7"/>
    </w:p>
    <w:p w:rsidR="00E73F10" w:rsidRPr="00D26729" w:rsidRDefault="00E73F10" w:rsidP="00E73F10"/>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D26729"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D26729" w:rsidRDefault="00E73F10" w:rsidP="00CE142D">
            <w:pPr>
              <w:jc w:val="both"/>
              <w:rPr>
                <w:b w:val="0"/>
              </w:rPr>
            </w:pPr>
          </w:p>
          <w:p w:rsidR="00E73F10" w:rsidRPr="00D26729" w:rsidRDefault="00E73F10" w:rsidP="00CE142D">
            <w:pPr>
              <w:jc w:val="both"/>
            </w:pPr>
            <w:r w:rsidRPr="00D26729">
              <w:t>Hinweis:</w:t>
            </w:r>
          </w:p>
          <w:p w:rsidR="00E73F10" w:rsidRPr="00D26729" w:rsidRDefault="00CE142D" w:rsidP="00CE142D">
            <w:pPr>
              <w:jc w:val="both"/>
              <w:rPr>
                <w:b w:val="0"/>
              </w:rPr>
            </w:pPr>
            <w:r w:rsidRPr="00D26729">
              <w:rPr>
                <w:b w:val="0"/>
              </w:rPr>
              <w:t>In diesem Kapitel werden die speziellen Bedingungen und Besonderheiten des Projekts bzw. Objekts beschrieben sowie die damit verbundenen Herausforderungen: z.B. Elektrotechnik, Bautechnik, Architektur, Geographie, Topographie, Jahreszeit bzw. Wetter, Betriebszeiten, mögliche Arbeitszeiten, besondere Kundenwünsche und besonderer Kundenbedarf.</w:t>
            </w:r>
          </w:p>
          <w:p w:rsidR="00CE142D" w:rsidRPr="00D26729" w:rsidRDefault="00CE142D" w:rsidP="00CE142D">
            <w:pPr>
              <w:jc w:val="both"/>
              <w:rPr>
                <w:b w:val="0"/>
              </w:rPr>
            </w:pPr>
          </w:p>
        </w:tc>
      </w:tr>
    </w:tbl>
    <w:p w:rsidR="00E73F10" w:rsidRPr="00D26729" w:rsidRDefault="00E73F10" w:rsidP="00E73F10"/>
    <w:p w:rsidR="00E73F10" w:rsidRPr="00D26729" w:rsidRDefault="00E73F10" w:rsidP="00E73F10">
      <w:r w:rsidRPr="00D26729">
        <w:t>Text</w:t>
      </w:r>
    </w:p>
    <w:p w:rsidR="00E73F10" w:rsidRPr="00D26729" w:rsidRDefault="00E73F10" w:rsidP="00CE142D">
      <w:pPr>
        <w:spacing w:after="160" w:line="259" w:lineRule="auto"/>
      </w:pPr>
    </w:p>
    <w:p w:rsidR="00CE142D" w:rsidRPr="00D26729" w:rsidRDefault="00CE142D" w:rsidP="00CE142D">
      <w:pPr>
        <w:pStyle w:val="Titel1"/>
      </w:pPr>
      <w:bookmarkStart w:id="8" w:name="_Toc76989876"/>
      <w:r w:rsidRPr="00D26729">
        <w:t>Projektplanung</w:t>
      </w:r>
      <w:bookmarkEnd w:id="8"/>
    </w:p>
    <w:p w:rsidR="00CE142D" w:rsidRPr="00D26729" w:rsidRDefault="00CE142D" w:rsidP="00CE142D"/>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CE142D"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CE142D" w:rsidRPr="00D26729" w:rsidRDefault="00CE142D" w:rsidP="003E5BC6">
            <w:pPr>
              <w:rPr>
                <w:b w:val="0"/>
              </w:rPr>
            </w:pPr>
          </w:p>
          <w:p w:rsidR="00CE142D" w:rsidRPr="00D26729" w:rsidRDefault="00CE142D" w:rsidP="003E5BC6">
            <w:r w:rsidRPr="00D26729">
              <w:t>Hinweis:</w:t>
            </w:r>
          </w:p>
          <w:p w:rsidR="00CE142D" w:rsidRPr="00D26729" w:rsidRDefault="00CE142D" w:rsidP="00CE142D">
            <w:pPr>
              <w:rPr>
                <w:b w:val="0"/>
              </w:rPr>
            </w:pPr>
            <w:r w:rsidRPr="00D26729">
              <w:rPr>
                <w:b w:val="0"/>
              </w:rPr>
              <w:t>Hier wird kurz beschrieben, was das Kapitel „4. Projektplanung“ beinhaltet.</w:t>
            </w:r>
          </w:p>
          <w:p w:rsidR="00CE142D" w:rsidRPr="00D26729" w:rsidRDefault="00CE142D" w:rsidP="00CE142D">
            <w:pPr>
              <w:rPr>
                <w:b w:val="0"/>
              </w:rPr>
            </w:pPr>
            <w:r w:rsidRPr="00D26729">
              <w:rPr>
                <w:b w:val="0"/>
              </w:rPr>
              <w:t>Was erwartet die Leserin, den Leser in diesem Kapitel?</w:t>
            </w:r>
          </w:p>
          <w:p w:rsidR="00CE142D" w:rsidRPr="00D26729" w:rsidRDefault="00CE142D" w:rsidP="00CE142D">
            <w:pPr>
              <w:rPr>
                <w:b w:val="0"/>
              </w:rPr>
            </w:pPr>
          </w:p>
        </w:tc>
      </w:tr>
    </w:tbl>
    <w:p w:rsidR="00CE142D" w:rsidRPr="00D26729" w:rsidRDefault="00CE142D" w:rsidP="00CE142D"/>
    <w:p w:rsidR="00CE142D" w:rsidRPr="00D26729" w:rsidRDefault="00CE142D" w:rsidP="00CE142D">
      <w:r w:rsidRPr="00D26729">
        <w:t>Text</w:t>
      </w:r>
    </w:p>
    <w:p w:rsidR="00CE142D" w:rsidRDefault="00CE142D" w:rsidP="00CE142D"/>
    <w:p w:rsidR="003253DD" w:rsidRDefault="003253DD" w:rsidP="00CE142D"/>
    <w:p w:rsidR="003253DD" w:rsidRDefault="003253DD" w:rsidP="00CE142D"/>
    <w:p w:rsidR="003253DD" w:rsidRDefault="003253DD" w:rsidP="00CE142D"/>
    <w:p w:rsidR="003253DD" w:rsidRDefault="003253DD" w:rsidP="00CE142D"/>
    <w:p w:rsidR="003253DD" w:rsidRDefault="003253DD" w:rsidP="00CE142D"/>
    <w:p w:rsidR="003253DD" w:rsidRDefault="003253DD" w:rsidP="00CE142D"/>
    <w:p w:rsidR="003253DD" w:rsidRDefault="003253DD" w:rsidP="00CE142D"/>
    <w:p w:rsidR="003253DD" w:rsidRDefault="003253DD" w:rsidP="00CE142D"/>
    <w:p w:rsidR="003253DD" w:rsidRDefault="003253DD" w:rsidP="00CE142D"/>
    <w:p w:rsidR="003253DD" w:rsidRDefault="003253DD" w:rsidP="00CE142D"/>
    <w:p w:rsidR="003253DD" w:rsidRDefault="003253DD" w:rsidP="00CE142D"/>
    <w:p w:rsidR="003253DD" w:rsidRDefault="003253DD" w:rsidP="00CE142D"/>
    <w:p w:rsidR="003253DD" w:rsidRPr="00D26729" w:rsidRDefault="003253DD" w:rsidP="00CE142D"/>
    <w:p w:rsidR="00CE142D" w:rsidRPr="00D26729" w:rsidRDefault="001065AC" w:rsidP="001065AC">
      <w:pPr>
        <w:pStyle w:val="Titel1"/>
      </w:pPr>
      <w:bookmarkStart w:id="9" w:name="_Toc76989877"/>
      <w:r w:rsidRPr="00D26729">
        <w:t>Hauptteil</w:t>
      </w:r>
      <w:bookmarkEnd w:id="9"/>
    </w:p>
    <w:p w:rsidR="00CE142D" w:rsidRPr="00D26729" w:rsidRDefault="00CE142D" w:rsidP="00CE142D"/>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D26729"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D26729" w:rsidRDefault="00E73F10" w:rsidP="002D54D2">
            <w:pPr>
              <w:rPr>
                <w:b w:val="0"/>
              </w:rPr>
            </w:pPr>
          </w:p>
          <w:p w:rsidR="00E73F10" w:rsidRPr="00D26729" w:rsidRDefault="00E73F10" w:rsidP="002D54D2">
            <w:r w:rsidRPr="00D26729">
              <w:t>Hinweis:</w:t>
            </w:r>
          </w:p>
          <w:p w:rsidR="001065AC" w:rsidRPr="00D26729" w:rsidRDefault="001065AC" w:rsidP="001065AC">
            <w:pPr>
              <w:jc w:val="both"/>
              <w:rPr>
                <w:b w:val="0"/>
              </w:rPr>
            </w:pPr>
            <w:r w:rsidRPr="00D26729">
              <w:rPr>
                <w:b w:val="0"/>
              </w:rPr>
              <w:t xml:space="preserve">Die Strukturierung und die Beschreibungen im Hauptteil </w:t>
            </w:r>
            <w:proofErr w:type="gramStart"/>
            <w:r w:rsidRPr="00D26729">
              <w:rPr>
                <w:b w:val="0"/>
              </w:rPr>
              <w:t>ist</w:t>
            </w:r>
            <w:proofErr w:type="gramEnd"/>
            <w:r w:rsidRPr="00D26729">
              <w:rPr>
                <w:b w:val="0"/>
              </w:rPr>
              <w:t xml:space="preserve"> der Autorin, dem Autoren überlassen. Empfohlen sind beim Vorgehen zwei Varianten.</w:t>
            </w:r>
          </w:p>
          <w:p w:rsidR="001065AC" w:rsidRPr="00D37D5B" w:rsidRDefault="001065AC" w:rsidP="001065AC">
            <w:pPr>
              <w:jc w:val="both"/>
              <w:rPr>
                <w:b w:val="0"/>
                <w:strike/>
              </w:rPr>
            </w:pPr>
          </w:p>
          <w:p w:rsidR="001065AC" w:rsidRPr="00D26729" w:rsidRDefault="001065AC" w:rsidP="001065AC">
            <w:pPr>
              <w:jc w:val="both"/>
              <w:rPr>
                <w:b w:val="0"/>
              </w:rPr>
            </w:pPr>
            <w:r w:rsidRPr="00D26729">
              <w:rPr>
                <w:b w:val="0"/>
              </w:rPr>
              <w:t>Die Autorin, der Autor geht nach ihrem bzw. seinem technischen Verständnis vor und orientiert sich dabei an wichtigen Themen. Dabei sind die drei gewählten Kompetenzen zu berücksichtigen und es soll ein Bezug zu ihnen hergestellt werden. Eine mögliche Struktur könnte wie folgt aussehen:</w:t>
            </w:r>
          </w:p>
          <w:p w:rsidR="001065AC" w:rsidRPr="00D26729" w:rsidRDefault="001065AC" w:rsidP="001065AC">
            <w:pPr>
              <w:rPr>
                <w:b w:val="0"/>
              </w:rPr>
            </w:pPr>
          </w:p>
          <w:p w:rsidR="001065AC" w:rsidRPr="00D26729" w:rsidRDefault="001065AC" w:rsidP="001065AC">
            <w:r w:rsidRPr="00D26729">
              <w:t>Detaillierte Analyse der Situation</w:t>
            </w:r>
          </w:p>
          <w:p w:rsidR="001065AC" w:rsidRPr="00D26729" w:rsidRDefault="001065AC" w:rsidP="001065AC">
            <w:pPr>
              <w:rPr>
                <w:b w:val="0"/>
              </w:rPr>
            </w:pPr>
            <w:r w:rsidRPr="00D26729">
              <w:rPr>
                <w:b w:val="0"/>
              </w:rPr>
              <w:t>Beschreibung Ausführungsvariante (A)</w:t>
            </w:r>
          </w:p>
          <w:p w:rsidR="001065AC" w:rsidRPr="00D26729" w:rsidRDefault="001065AC" w:rsidP="001065AC">
            <w:pPr>
              <w:rPr>
                <w:b w:val="0"/>
              </w:rPr>
            </w:pPr>
            <w:r w:rsidRPr="00D26729">
              <w:rPr>
                <w:b w:val="0"/>
              </w:rPr>
              <w:t>ev. Beschreibung einer Ausführungsvariante (B)</w:t>
            </w:r>
          </w:p>
          <w:p w:rsidR="001065AC" w:rsidRPr="00D26729" w:rsidRDefault="001065AC" w:rsidP="001065AC">
            <w:pPr>
              <w:rPr>
                <w:b w:val="0"/>
              </w:rPr>
            </w:pPr>
            <w:r w:rsidRPr="00D26729">
              <w:rPr>
                <w:b w:val="0"/>
              </w:rPr>
              <w:t>Auswahl und Begründung der Variante</w:t>
            </w:r>
          </w:p>
          <w:p w:rsidR="001065AC" w:rsidRPr="00D26729" w:rsidRDefault="001065AC" w:rsidP="001065AC">
            <w:pPr>
              <w:rPr>
                <w:b w:val="0"/>
              </w:rPr>
            </w:pPr>
            <w:r w:rsidRPr="00D26729">
              <w:rPr>
                <w:b w:val="0"/>
              </w:rPr>
              <w:t>Abgrenzung der Varianten</w:t>
            </w:r>
          </w:p>
          <w:p w:rsidR="001065AC" w:rsidRPr="00D26729" w:rsidRDefault="001065AC" w:rsidP="001065AC">
            <w:pPr>
              <w:rPr>
                <w:b w:val="0"/>
              </w:rPr>
            </w:pPr>
            <w:r w:rsidRPr="00D26729">
              <w:rPr>
                <w:b w:val="0"/>
              </w:rPr>
              <w:t>Projektierung (inkl. Ressourcen, Mitarbeitende, Material, Kalkulation)</w:t>
            </w:r>
          </w:p>
          <w:p w:rsidR="001065AC" w:rsidRPr="00D26729" w:rsidRDefault="001065AC" w:rsidP="001065AC">
            <w:pPr>
              <w:rPr>
                <w:b w:val="0"/>
              </w:rPr>
            </w:pPr>
            <w:r w:rsidRPr="00D26729">
              <w:rPr>
                <w:b w:val="0"/>
              </w:rPr>
              <w:t>Regeln der Technik</w:t>
            </w:r>
          </w:p>
          <w:p w:rsidR="001065AC" w:rsidRPr="00D26729" w:rsidRDefault="001065AC" w:rsidP="001065AC">
            <w:pPr>
              <w:rPr>
                <w:b w:val="0"/>
              </w:rPr>
            </w:pPr>
            <w:r w:rsidRPr="00D26729">
              <w:rPr>
                <w:b w:val="0"/>
              </w:rPr>
              <w:t>Energieoptimierung</w:t>
            </w:r>
          </w:p>
          <w:p w:rsidR="001065AC" w:rsidRPr="00D26729" w:rsidRDefault="001065AC" w:rsidP="001065AC">
            <w:pPr>
              <w:rPr>
                <w:b w:val="0"/>
              </w:rPr>
            </w:pPr>
            <w:r w:rsidRPr="00D26729">
              <w:rPr>
                <w:b w:val="0"/>
              </w:rPr>
              <w:t>Sicherheitskonzept</w:t>
            </w:r>
          </w:p>
          <w:p w:rsidR="001065AC" w:rsidRPr="00D26729" w:rsidRDefault="001065AC" w:rsidP="001065AC">
            <w:pPr>
              <w:rPr>
                <w:b w:val="0"/>
              </w:rPr>
            </w:pPr>
            <w:r w:rsidRPr="00D26729">
              <w:rPr>
                <w:b w:val="0"/>
              </w:rPr>
              <w:t>Realisierung (inkl. Bezug zu Planung, Unerwartetes, Projektänderungen, Lösungen)</w:t>
            </w:r>
          </w:p>
          <w:p w:rsidR="001065AC" w:rsidRPr="00D26729" w:rsidRDefault="001065AC" w:rsidP="001065AC">
            <w:pPr>
              <w:rPr>
                <w:b w:val="0"/>
              </w:rPr>
            </w:pPr>
            <w:r w:rsidRPr="00D26729">
              <w:rPr>
                <w:b w:val="0"/>
              </w:rPr>
              <w:t>Abrechnung</w:t>
            </w:r>
          </w:p>
          <w:p w:rsidR="00E73F10" w:rsidRPr="00D26729" w:rsidRDefault="001065AC" w:rsidP="001065AC">
            <w:pPr>
              <w:rPr>
                <w:b w:val="0"/>
              </w:rPr>
            </w:pPr>
            <w:r w:rsidRPr="00D26729">
              <w:rPr>
                <w:b w:val="0"/>
              </w:rPr>
              <w:t>Controlling (inkl. Planung)</w:t>
            </w:r>
          </w:p>
          <w:p w:rsidR="001065AC" w:rsidRPr="00D26729" w:rsidRDefault="001065AC" w:rsidP="001065AC">
            <w:pPr>
              <w:rPr>
                <w:b w:val="0"/>
              </w:rPr>
            </w:pPr>
          </w:p>
        </w:tc>
      </w:tr>
    </w:tbl>
    <w:p w:rsidR="001065AC" w:rsidRPr="00D26729" w:rsidRDefault="001065AC">
      <w:pPr>
        <w:spacing w:after="160" w:line="259" w:lineRule="auto"/>
      </w:pPr>
      <w:r w:rsidRPr="00D26729">
        <w:br w:type="page"/>
      </w:r>
    </w:p>
    <w:p w:rsidR="0014641C" w:rsidRPr="00D26729" w:rsidRDefault="001065AC" w:rsidP="001065AC">
      <w:pPr>
        <w:pStyle w:val="Titel1"/>
      </w:pPr>
      <w:bookmarkStart w:id="10" w:name="_Toc76989878"/>
      <w:r w:rsidRPr="00D26729">
        <w:t>Reflexion</w:t>
      </w:r>
      <w:bookmarkEnd w:id="10"/>
    </w:p>
    <w:p w:rsidR="00F0516E" w:rsidRPr="00D26729" w:rsidRDefault="00F0516E" w:rsidP="00F0516E"/>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F0516E"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F0516E" w:rsidRPr="00D26729" w:rsidRDefault="00F0516E" w:rsidP="001065AC">
            <w:pPr>
              <w:jc w:val="both"/>
              <w:rPr>
                <w:b w:val="0"/>
              </w:rPr>
            </w:pPr>
          </w:p>
          <w:p w:rsidR="00F0516E" w:rsidRPr="00D26729" w:rsidRDefault="00F0516E" w:rsidP="001065AC">
            <w:pPr>
              <w:jc w:val="both"/>
            </w:pPr>
            <w:r w:rsidRPr="00D26729">
              <w:t>Hinweis:</w:t>
            </w:r>
          </w:p>
          <w:p w:rsidR="00F0516E" w:rsidRPr="00D26729" w:rsidRDefault="001065AC" w:rsidP="001065AC">
            <w:pPr>
              <w:jc w:val="both"/>
              <w:rPr>
                <w:b w:val="0"/>
              </w:rPr>
            </w:pPr>
            <w:r w:rsidRPr="00D26729">
              <w:rPr>
                <w:b w:val="0"/>
              </w:rPr>
              <w:t>Im Kapitel Reflexion schaut die Autorin, der Autor zurück auf das Projekt. Sie bzw. er drückt aus, auf was besonders geachtet wurde und was ihr, ihm wichtig war. Die Beschreibung beginnt mit einem kurzen Überblick über das Kapitel und was die Leserin, den Leser darin erwartet.</w:t>
            </w:r>
          </w:p>
          <w:p w:rsidR="001065AC" w:rsidRPr="00D26729" w:rsidRDefault="001065AC" w:rsidP="001065AC">
            <w:pPr>
              <w:jc w:val="both"/>
              <w:rPr>
                <w:b w:val="0"/>
              </w:rPr>
            </w:pPr>
          </w:p>
        </w:tc>
      </w:tr>
    </w:tbl>
    <w:p w:rsidR="00F0516E" w:rsidRPr="00D26729" w:rsidRDefault="00F0516E" w:rsidP="001065AC"/>
    <w:p w:rsidR="001065AC" w:rsidRPr="00D26729" w:rsidRDefault="001065AC" w:rsidP="001065AC">
      <w:r w:rsidRPr="00D26729">
        <w:t>Text</w:t>
      </w:r>
    </w:p>
    <w:p w:rsidR="001065AC" w:rsidRPr="00D26729" w:rsidRDefault="001065AC" w:rsidP="001065AC"/>
    <w:p w:rsidR="001065AC" w:rsidRPr="00D26729" w:rsidRDefault="001065AC" w:rsidP="001065AC">
      <w:pPr>
        <w:pStyle w:val="Titel2"/>
      </w:pPr>
      <w:bookmarkStart w:id="11" w:name="_Toc76989879"/>
      <w:r w:rsidRPr="00D26729">
        <w:t>Rückblick Durchführung</w:t>
      </w:r>
      <w:bookmarkEnd w:id="11"/>
    </w:p>
    <w:p w:rsidR="001065AC" w:rsidRPr="00D26729" w:rsidRDefault="001065AC" w:rsidP="001065AC"/>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D26729" w:rsidRDefault="001065AC" w:rsidP="00082FB8">
            <w:pPr>
              <w:jc w:val="both"/>
              <w:rPr>
                <w:b w:val="0"/>
              </w:rPr>
            </w:pPr>
          </w:p>
          <w:p w:rsidR="001065AC" w:rsidRPr="00D26729" w:rsidRDefault="001065AC" w:rsidP="00082FB8">
            <w:pPr>
              <w:jc w:val="both"/>
            </w:pPr>
            <w:r w:rsidRPr="00D26729">
              <w:t>Hinweis:</w:t>
            </w:r>
          </w:p>
          <w:p w:rsidR="001065AC" w:rsidRPr="00D26729" w:rsidRDefault="001065AC" w:rsidP="00082FB8">
            <w:pPr>
              <w:jc w:val="both"/>
              <w:rPr>
                <w:b w:val="0"/>
              </w:rPr>
            </w:pPr>
            <w:r w:rsidRPr="00D26729">
              <w:rPr>
                <w:b w:val="0"/>
              </w:rPr>
              <w:t>In diesem Kapitel werden die folgenden Fragen beantwortet:</w:t>
            </w:r>
          </w:p>
          <w:p w:rsidR="001065AC" w:rsidRPr="00D26729" w:rsidRDefault="001065AC" w:rsidP="00082FB8">
            <w:pPr>
              <w:jc w:val="both"/>
              <w:rPr>
                <w:b w:val="0"/>
              </w:rPr>
            </w:pPr>
            <w:r w:rsidRPr="00D26729">
              <w:rPr>
                <w:b w:val="0"/>
              </w:rPr>
              <w:t>Was lief gut? Was lief nicht gut? Was sind die Gründe für das Gelingen bzw. Nichtgelingen?</w:t>
            </w:r>
          </w:p>
          <w:p w:rsidR="001065AC" w:rsidRPr="00D26729" w:rsidRDefault="001065AC" w:rsidP="00082FB8">
            <w:pPr>
              <w:jc w:val="both"/>
              <w:rPr>
                <w:b w:val="0"/>
              </w:rPr>
            </w:pPr>
            <w:r w:rsidRPr="00D26729">
              <w:rPr>
                <w:b w:val="0"/>
              </w:rPr>
              <w:t>Wie hat sich die Planung (Kapitel 4.1 Zeitplan und Meilensteinplanung) bewährt? Welche Faktoren haben die Umsetzung begünstigt, erschwert?</w:t>
            </w:r>
          </w:p>
          <w:p w:rsidR="001065AC" w:rsidRPr="00D26729" w:rsidRDefault="001065AC" w:rsidP="00082FB8">
            <w:pPr>
              <w:jc w:val="both"/>
              <w:rPr>
                <w:b w:val="0"/>
              </w:rPr>
            </w:pPr>
          </w:p>
        </w:tc>
      </w:tr>
    </w:tbl>
    <w:p w:rsidR="001065AC" w:rsidRPr="00D26729" w:rsidRDefault="001065AC" w:rsidP="001065AC"/>
    <w:p w:rsidR="001065AC" w:rsidRPr="00D26729" w:rsidRDefault="001065AC" w:rsidP="001065AC">
      <w:r w:rsidRPr="00D26729">
        <w:t>Text</w:t>
      </w:r>
    </w:p>
    <w:p w:rsidR="001065AC" w:rsidRPr="00D26729" w:rsidRDefault="001065AC">
      <w:pPr>
        <w:spacing w:after="160" w:line="259" w:lineRule="auto"/>
      </w:pPr>
    </w:p>
    <w:p w:rsidR="001065AC" w:rsidRPr="00D26729" w:rsidRDefault="001065AC" w:rsidP="001065AC">
      <w:pPr>
        <w:pStyle w:val="Titel1"/>
      </w:pPr>
      <w:bookmarkStart w:id="12" w:name="_Toc76989880"/>
      <w:r w:rsidRPr="00D26729">
        <w:t>Literaturverzeichnis</w:t>
      </w:r>
      <w:bookmarkEnd w:id="12"/>
    </w:p>
    <w:p w:rsidR="001065AC" w:rsidRPr="00D26729" w:rsidRDefault="001065AC" w:rsidP="001065AC"/>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D26729" w:rsidRDefault="001065AC" w:rsidP="003E5BC6">
            <w:pPr>
              <w:rPr>
                <w:b w:val="0"/>
              </w:rPr>
            </w:pPr>
          </w:p>
          <w:p w:rsidR="001065AC" w:rsidRPr="00D26729" w:rsidRDefault="001065AC" w:rsidP="003E5BC6">
            <w:r w:rsidRPr="00D26729">
              <w:t>Hinweis:</w:t>
            </w:r>
          </w:p>
          <w:p w:rsidR="001065AC" w:rsidRPr="00D26729" w:rsidRDefault="001065AC" w:rsidP="00082FB8">
            <w:pPr>
              <w:jc w:val="both"/>
              <w:rPr>
                <w:b w:val="0"/>
              </w:rPr>
            </w:pPr>
            <w:r w:rsidRPr="00D26729">
              <w:rPr>
                <w:b w:val="0"/>
              </w:rPr>
              <w:t>Das Literaturverzeichnis gibt Auskunft über die herangezogene Literatur. Alle in der Arbeit verwendete Literatur, Internetquellen und alles verarbeitete bzw. konsultierte Informationsmaterial werden alphabetisch nach dem Verfassernamen oder dem Namen der Zeitung bzw. Fachzeit-schrift geordnet aufgeführt.</w:t>
            </w:r>
          </w:p>
          <w:p w:rsidR="001065AC" w:rsidRPr="00D26729" w:rsidRDefault="001065AC" w:rsidP="001065AC">
            <w:pPr>
              <w:rPr>
                <w:b w:val="0"/>
              </w:rPr>
            </w:pPr>
          </w:p>
          <w:p w:rsidR="001065AC" w:rsidRPr="00D26729" w:rsidRDefault="001065AC" w:rsidP="001065AC">
            <w:pPr>
              <w:rPr>
                <w:b w:val="0"/>
              </w:rPr>
            </w:pPr>
            <w:r w:rsidRPr="00D26729">
              <w:rPr>
                <w:b w:val="0"/>
              </w:rPr>
              <w:t xml:space="preserve">Beispiele für Literatur: </w:t>
            </w:r>
          </w:p>
          <w:p w:rsidR="001065AC" w:rsidRPr="00D26729" w:rsidRDefault="001065AC" w:rsidP="001065AC">
            <w:pPr>
              <w:pStyle w:val="Aufzhlung1"/>
              <w:rPr>
                <w:b w:val="0"/>
              </w:rPr>
            </w:pPr>
            <w:r w:rsidRPr="00D26729">
              <w:rPr>
                <w:b w:val="0"/>
              </w:rPr>
              <w:t>Bundesamt für Berufsbildung und Technologie (4.4.2012), Medienmitteilung: Meldepflicht für Dienstleistungserbringer aus der EU/EFTA</w:t>
            </w:r>
          </w:p>
          <w:p w:rsidR="001065AC" w:rsidRPr="00D26729" w:rsidRDefault="001065AC" w:rsidP="001065AC">
            <w:pPr>
              <w:pStyle w:val="Aufzhlung1"/>
              <w:rPr>
                <w:b w:val="0"/>
              </w:rPr>
            </w:pPr>
            <w:r w:rsidRPr="00D26729">
              <w:rPr>
                <w:b w:val="0"/>
              </w:rPr>
              <w:t>Electrosuisse (2014), NIN Konkret: Fragen und Antworten</w:t>
            </w:r>
          </w:p>
          <w:p w:rsidR="001065AC" w:rsidRPr="00D26729" w:rsidRDefault="001065AC" w:rsidP="001065AC">
            <w:pPr>
              <w:pStyle w:val="Aufzhlung1"/>
              <w:rPr>
                <w:b w:val="0"/>
              </w:rPr>
            </w:pPr>
            <w:r w:rsidRPr="00D26729">
              <w:rPr>
                <w:b w:val="0"/>
              </w:rPr>
              <w:t xml:space="preserve">Neue Zürcher Zeitung (5.4.2012): Steuerabkommen mit zwei weiteren Staaten </w:t>
            </w:r>
          </w:p>
          <w:p w:rsidR="001065AC" w:rsidRPr="00D26729" w:rsidRDefault="001065AC" w:rsidP="001065AC">
            <w:pPr>
              <w:rPr>
                <w:b w:val="0"/>
              </w:rPr>
            </w:pPr>
          </w:p>
          <w:p w:rsidR="001065AC" w:rsidRPr="00D26729" w:rsidRDefault="001065AC" w:rsidP="001065AC">
            <w:pPr>
              <w:rPr>
                <w:b w:val="0"/>
              </w:rPr>
            </w:pPr>
            <w:r w:rsidRPr="00D26729">
              <w:rPr>
                <w:b w:val="0"/>
              </w:rPr>
              <w:t>Beispiele für Onlinequellen:</w:t>
            </w:r>
          </w:p>
          <w:p w:rsidR="001065AC" w:rsidRPr="00D26729" w:rsidRDefault="001065AC" w:rsidP="001065AC">
            <w:pPr>
              <w:pStyle w:val="Aufzhlung1"/>
              <w:rPr>
                <w:b w:val="0"/>
              </w:rPr>
            </w:pPr>
            <w:r w:rsidRPr="00D26729">
              <w:rPr>
                <w:b w:val="0"/>
              </w:rPr>
              <w:t>elektro.ch: Produktekatalog Leuchten (Online-Zugriff 09.01.2019)</w:t>
            </w:r>
          </w:p>
          <w:p w:rsidR="001065AC" w:rsidRPr="00D26729" w:rsidRDefault="001065AC" w:rsidP="001065AC">
            <w:pPr>
              <w:rPr>
                <w:b w:val="0"/>
              </w:rPr>
            </w:pPr>
          </w:p>
        </w:tc>
      </w:tr>
    </w:tbl>
    <w:p w:rsidR="00BE7667" w:rsidRPr="00D26729" w:rsidRDefault="00BE7667">
      <w:pPr>
        <w:spacing w:after="160" w:line="259" w:lineRule="auto"/>
      </w:pPr>
      <w:r w:rsidRPr="00D26729">
        <w:br w:type="page"/>
      </w:r>
    </w:p>
    <w:p w:rsidR="00BE7667" w:rsidRPr="009D1D53" w:rsidRDefault="00BE7667" w:rsidP="00BE7667">
      <w:pPr>
        <w:pStyle w:val="Titel1"/>
      </w:pPr>
      <w:bookmarkStart w:id="13" w:name="_Toc76989881"/>
      <w:r w:rsidRPr="009D1D53">
        <w:t>Anhang</w:t>
      </w:r>
      <w:bookmarkEnd w:id="13"/>
    </w:p>
    <w:p w:rsidR="00BE7667" w:rsidRPr="009D1D53" w:rsidRDefault="00BE7667" w:rsidP="00DB0D8F"/>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BE7667" w:rsidRPr="009D1D53"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BE7667" w:rsidRPr="009D1D53" w:rsidRDefault="00BE7667" w:rsidP="00082FB8">
            <w:pPr>
              <w:jc w:val="both"/>
              <w:rPr>
                <w:b w:val="0"/>
              </w:rPr>
            </w:pPr>
          </w:p>
          <w:p w:rsidR="00BE7667" w:rsidRPr="009D1D53" w:rsidRDefault="00BE7667" w:rsidP="00082FB8">
            <w:pPr>
              <w:jc w:val="both"/>
            </w:pPr>
            <w:r w:rsidRPr="009D1D53">
              <w:t>Hinweis:</w:t>
            </w:r>
          </w:p>
          <w:p w:rsidR="00BE7667" w:rsidRPr="009D1D53" w:rsidRDefault="00BE7667" w:rsidP="00082FB8">
            <w:pPr>
              <w:jc w:val="both"/>
              <w:rPr>
                <w:b w:val="0"/>
              </w:rPr>
            </w:pPr>
            <w:r w:rsidRPr="009D1D53">
              <w:rPr>
                <w:b w:val="0"/>
              </w:rPr>
              <w:t>Bei mehreren Anhängen soll ein separates Verzeichnis erstellt werden. Auf die Anhänge muss im Text hingewiesen werden, z.B.: siehe Eigene Anhänge 2, Seite 43)</w:t>
            </w:r>
          </w:p>
          <w:p w:rsidR="00BE7667" w:rsidRPr="009D1D53" w:rsidRDefault="00BE7667" w:rsidP="00082FB8">
            <w:pPr>
              <w:jc w:val="both"/>
              <w:rPr>
                <w:b w:val="0"/>
              </w:rPr>
            </w:pPr>
          </w:p>
        </w:tc>
      </w:tr>
    </w:tbl>
    <w:p w:rsidR="00BE7667" w:rsidRPr="009D1D53" w:rsidRDefault="00BE7667" w:rsidP="00DB0D8F"/>
    <w:p w:rsidR="00BE7667" w:rsidRPr="009D1D53" w:rsidRDefault="00DB0D8F" w:rsidP="00DB0D8F">
      <w:pPr>
        <w:pStyle w:val="Titel2"/>
      </w:pPr>
      <w:bookmarkStart w:id="14" w:name="_Toc76989882"/>
      <w:r w:rsidRPr="009D1D53">
        <w:t>Anhang 1</w:t>
      </w:r>
      <w:bookmarkEnd w:id="14"/>
    </w:p>
    <w:p w:rsidR="00BE7667" w:rsidRPr="00D26729" w:rsidRDefault="00BE7667" w:rsidP="00DB0D8F"/>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BE7667"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BE7667" w:rsidRPr="00D26729" w:rsidRDefault="00BE7667" w:rsidP="00082FB8">
            <w:pPr>
              <w:jc w:val="both"/>
              <w:rPr>
                <w:b w:val="0"/>
              </w:rPr>
            </w:pPr>
          </w:p>
          <w:p w:rsidR="00BE7667" w:rsidRPr="00D26729" w:rsidRDefault="00BE7667" w:rsidP="00082FB8">
            <w:pPr>
              <w:jc w:val="both"/>
            </w:pPr>
            <w:r w:rsidRPr="00D26729">
              <w:t>Hinweis:</w:t>
            </w:r>
          </w:p>
          <w:p w:rsidR="00BE7667" w:rsidRPr="00D26729" w:rsidRDefault="00DB0D8F" w:rsidP="00082FB8">
            <w:pPr>
              <w:jc w:val="both"/>
              <w:rPr>
                <w:b w:val="0"/>
              </w:rPr>
            </w:pPr>
            <w:r w:rsidRPr="00D26729">
              <w:rPr>
                <w:b w:val="0"/>
              </w:rPr>
              <w:t>In diesem Kapitel kann die Autorin, der Autor eigene Anhänge anfügen. Das können Tabellen, Darstellungen, Abbildungen und Hinweise beinhalten. Es sollen nur Anhänge im Sinne vor Kurzbeschreibungen aufgeführt werden, die einen konkreten Bezug zu Inhalten haben, die in der Dokumentation bearbeitet wurden und zusätzlich Erklärungen abgeben. Es sollen keine mehrseitigen Dokumente angefügt werden. Die Anhänge werden nummeriert.</w:t>
            </w:r>
          </w:p>
          <w:p w:rsidR="00DB0D8F" w:rsidRPr="00D26729" w:rsidRDefault="00DB0D8F" w:rsidP="00082FB8">
            <w:pPr>
              <w:jc w:val="both"/>
              <w:rPr>
                <w:b w:val="0"/>
              </w:rPr>
            </w:pPr>
          </w:p>
        </w:tc>
      </w:tr>
    </w:tbl>
    <w:p w:rsidR="00BE7667" w:rsidRPr="00D26729" w:rsidRDefault="00BE7667" w:rsidP="000A5DAD">
      <w:pPr>
        <w:spacing w:after="160" w:line="259" w:lineRule="auto"/>
      </w:pPr>
    </w:p>
    <w:sectPr w:rsidR="00BE7667" w:rsidRPr="00D26729" w:rsidSect="000C0FE3">
      <w:headerReference w:type="default" r:id="rId12"/>
      <w:footerReference w:type="default" r:id="rId13"/>
      <w:pgSz w:w="11906" w:h="16838"/>
      <w:pgMar w:top="1520" w:right="1134" w:bottom="1440" w:left="1418" w:header="709" w:footer="34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1A3" w:rsidRDefault="003211A3" w:rsidP="00A16A37">
      <w:r>
        <w:separator/>
      </w:r>
    </w:p>
  </w:endnote>
  <w:endnote w:type="continuationSeparator" w:id="0">
    <w:p w:rsidR="003211A3" w:rsidRDefault="003211A3" w:rsidP="00A1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eiryo">
    <w:altName w:val="MS Gothic"/>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6" w:rsidRDefault="00F70B56" w:rsidP="00A16A37">
    <w:pPr>
      <w:pStyle w:val="Fuzeile"/>
    </w:pPr>
  </w:p>
  <w:p w:rsidR="00D92144" w:rsidRDefault="00D92144" w:rsidP="00A16A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6126133"/>
      <w:docPartObj>
        <w:docPartGallery w:val="Page Numbers (Bottom of Page)"/>
        <w:docPartUnique/>
      </w:docPartObj>
    </w:sdtPr>
    <w:sdtEndPr/>
    <w:sdtContent>
      <w:p w:rsidR="00FD075D" w:rsidRPr="00FD075D" w:rsidRDefault="0008637D" w:rsidP="00FD075D">
        <w:pPr>
          <w:pStyle w:val="Fusszeile"/>
        </w:pPr>
        <w:r>
          <w:t xml:space="preserve">EIT.swiss </w:t>
        </w:r>
        <w:r>
          <w:tab/>
        </w:r>
        <w:r w:rsidR="00D16E39">
          <w:t>2020</w:t>
        </w:r>
        <w:r w:rsidR="00C05542">
          <w:t>0</w:t>
        </w:r>
        <w:r w:rsidR="00F15AB3">
          <w:t>138</w:t>
        </w:r>
        <w:r w:rsidR="00442BF2">
          <w:t>HM</w:t>
        </w:r>
        <w:r w:rsidR="00FD075D" w:rsidRPr="00FD075D">
          <w:tab/>
        </w:r>
        <w:r w:rsidR="00FD075D" w:rsidRPr="00FD075D">
          <w:tab/>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0832080"/>
      <w:docPartObj>
        <w:docPartGallery w:val="Page Numbers (Bottom of Page)"/>
        <w:docPartUnique/>
      </w:docPartObj>
    </w:sdtPr>
    <w:sdtEndPr/>
    <w:sdtContent>
      <w:p w:rsidR="000C0FE3" w:rsidRPr="00FD075D" w:rsidRDefault="000C0FE3" w:rsidP="00FD075D">
        <w:pPr>
          <w:pStyle w:val="Fusszeile"/>
        </w:pPr>
        <w:r>
          <w:t xml:space="preserve">EIT.swiss </w:t>
        </w:r>
        <w:r>
          <w:tab/>
          <w:t>20200</w:t>
        </w:r>
        <w:r w:rsidR="00F15AB3">
          <w:t>138</w:t>
        </w:r>
        <w:r w:rsidR="00442BF2">
          <w:t>HM</w:t>
        </w:r>
        <w:r w:rsidRPr="00FD075D">
          <w:tab/>
        </w:r>
        <w:r w:rsidRPr="00FD075D">
          <w:tab/>
        </w:r>
        <w:r w:rsidRPr="00FD075D">
          <w:fldChar w:fldCharType="begin"/>
        </w:r>
        <w:r w:rsidRPr="00FD075D">
          <w:instrText xml:space="preserve"> PAGE   \* MERGEFORMAT </w:instrText>
        </w:r>
        <w:r w:rsidRPr="00FD075D">
          <w:fldChar w:fldCharType="separate"/>
        </w:r>
        <w:r w:rsidR="00C7503D">
          <w:rPr>
            <w:noProof/>
          </w:rPr>
          <w:t>2</w:t>
        </w:r>
        <w:r w:rsidRPr="00FD075D">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1A3" w:rsidRDefault="003211A3" w:rsidP="00A16A37">
      <w:r>
        <w:separator/>
      </w:r>
    </w:p>
  </w:footnote>
  <w:footnote w:type="continuationSeparator" w:id="0">
    <w:p w:rsidR="003211A3" w:rsidRDefault="003211A3" w:rsidP="00A16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AF4" w:rsidRDefault="00420AF4" w:rsidP="00A16A37">
    <w:pPr>
      <w:pStyle w:val="Kopfzeile"/>
    </w:pPr>
    <w:r>
      <w:rPr>
        <w:noProof/>
        <w:lang w:eastAsia="de-CH"/>
      </w:rPr>
      <w:drawing>
        <wp:anchor distT="0" distB="0" distL="114300" distR="114300" simplePos="0" relativeHeight="251669504" behindDoc="0" locked="0" layoutInCell="1" allowOverlap="1" wp14:anchorId="333F58CE" wp14:editId="3183B138">
          <wp:simplePos x="0" y="0"/>
          <wp:positionH relativeFrom="column">
            <wp:posOffset>635</wp:posOffset>
          </wp:positionH>
          <wp:positionV relativeFrom="page">
            <wp:posOffset>427355</wp:posOffset>
          </wp:positionV>
          <wp:extent cx="505460" cy="575310"/>
          <wp:effectExtent l="0" t="0" r="2540" b="8890"/>
          <wp:wrapNone/>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420AF4" w:rsidRDefault="00420AF4" w:rsidP="00A16A37">
    <w:pPr>
      <w:pStyle w:val="Kopfzeile"/>
    </w:pPr>
  </w:p>
  <w:p w:rsidR="00420AF4" w:rsidRPr="00850A16" w:rsidRDefault="00420AF4" w:rsidP="00A16A37">
    <w:pPr>
      <w:pStyle w:val="Kopfzeile"/>
    </w:pPr>
  </w:p>
  <w:p w:rsidR="00D92144" w:rsidRDefault="00D92144" w:rsidP="00A16A37">
    <w:pPr>
      <w:pStyle w:val="Kopfzeile"/>
    </w:pPr>
  </w:p>
  <w:p w:rsidR="00420AF4" w:rsidRDefault="00420AF4" w:rsidP="00A16A37">
    <w:pPr>
      <w:pStyle w:val="Kopfzeile"/>
    </w:pPr>
  </w:p>
  <w:p w:rsidR="00420AF4" w:rsidRPr="00420AF4" w:rsidRDefault="00420AF4" w:rsidP="00A16A3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16" w:rsidRDefault="005B4B16" w:rsidP="00A16A37">
    <w:pPr>
      <w:pStyle w:val="Kopfzeile"/>
    </w:pPr>
    <w:r>
      <w:rPr>
        <w:noProof/>
        <w:lang w:eastAsia="de-CH"/>
      </w:rPr>
      <mc:AlternateContent>
        <mc:Choice Requires="wps">
          <w:drawing>
            <wp:anchor distT="0" distB="0" distL="114300" distR="114300" simplePos="0" relativeHeight="251667456" behindDoc="0" locked="0" layoutInCell="1" allowOverlap="1">
              <wp:simplePos x="0" y="0"/>
              <wp:positionH relativeFrom="column">
                <wp:posOffset>5185816</wp:posOffset>
              </wp:positionH>
              <wp:positionV relativeFrom="paragraph">
                <wp:posOffset>61849</wp:posOffset>
              </wp:positionV>
              <wp:extent cx="756000" cy="702259"/>
              <wp:effectExtent l="0" t="0" r="6350" b="3175"/>
              <wp:wrapNone/>
              <wp:docPr id="56" name="Text Box 56"/>
              <wp:cNvGraphicFramePr/>
              <a:graphic xmlns:a="http://schemas.openxmlformats.org/drawingml/2006/main">
                <a:graphicData uri="http://schemas.microsoft.com/office/word/2010/wordprocessingShape">
                  <wps:wsp>
                    <wps:cNvSpPr txBox="1"/>
                    <wps:spPr>
                      <a:xfrm>
                        <a:off x="0" y="0"/>
                        <a:ext cx="756000" cy="702259"/>
                      </a:xfrm>
                      <a:prstGeom prst="rect">
                        <a:avLst/>
                      </a:prstGeom>
                      <a:noFill/>
                      <a:ln w="6350">
                        <a:noFill/>
                      </a:ln>
                    </wps:spPr>
                    <wps:txbx>
                      <w:txbxContent>
                        <w:p w:rsidR="005B4B16" w:rsidRDefault="005B4B16" w:rsidP="00A16A37">
                          <w:pPr>
                            <w:pStyle w:val="Adresse"/>
                          </w:pPr>
                          <w:r>
                            <w:t>EIT.swiss</w:t>
                          </w:r>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eitswiss</w:t>
                          </w:r>
                          <w:r w:rsidRPr="00435B43">
                            <w:t>.ch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408.35pt;margin-top:4.85pt;width:59.55pt;height:5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" filled="f" stroked="f" strokeweight=".5pt">
              <v:textbox inset="0,0,0,0">
                <w:txbxContent>
                  <w:p w:rsidR="005B4B16" w:rsidRDefault="005B4B16" w:rsidP="00A16A37">
                    <w:pPr>
                      <w:pStyle w:val="Adresse"/>
                    </w:pPr>
                    <w:r>
                      <w:t>EIT.swiss</w:t>
                    </w:r>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eitswiss</w:t>
                    </w:r>
                    <w:r w:rsidRPr="00435B43">
                      <w:t>.ch</w:t>
                    </w:r>
                  </w:p>
                </w:txbxContent>
              </v:textbox>
            </v:shape>
          </w:pict>
        </mc:Fallback>
      </mc:AlternateContent>
    </w:r>
    <w:r w:rsidR="00420AF4">
      <w:rPr>
        <w:noProof/>
        <w:lang w:eastAsia="de-CH"/>
      </w:rPr>
      <w:drawing>
        <wp:anchor distT="0" distB="0" distL="114300" distR="114300" simplePos="0" relativeHeight="251664384" behindDoc="0" locked="0" layoutInCell="1" allowOverlap="1" wp14:anchorId="771A5D50" wp14:editId="5D9BFA52">
          <wp:simplePos x="0" y="0"/>
          <wp:positionH relativeFrom="column">
            <wp:posOffset>635</wp:posOffset>
          </wp:positionH>
          <wp:positionV relativeFrom="page">
            <wp:posOffset>427355</wp:posOffset>
          </wp:positionV>
          <wp:extent cx="505460" cy="575310"/>
          <wp:effectExtent l="0" t="0" r="2540" b="8890"/>
          <wp:wrapNone/>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850A16" w:rsidRDefault="00850A16" w:rsidP="00A16A37">
    <w:pPr>
      <w:pStyle w:val="Kopfzeile"/>
    </w:pPr>
  </w:p>
  <w:p w:rsidR="00850A16" w:rsidRPr="00850A16" w:rsidRDefault="00850A16" w:rsidP="00A16A3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FE3" w:rsidRDefault="000C0FE3" w:rsidP="00A16A37">
    <w:pPr>
      <w:pStyle w:val="Kopfzeile"/>
    </w:pPr>
    <w:r>
      <w:rPr>
        <w:noProof/>
        <w:lang w:eastAsia="de-CH"/>
      </w:rPr>
      <w:drawing>
        <wp:anchor distT="0" distB="0" distL="114300" distR="114300" simplePos="0" relativeHeight="251671552" behindDoc="0" locked="0" layoutInCell="1" allowOverlap="1" wp14:anchorId="6E4978CF" wp14:editId="13AC96D0">
          <wp:simplePos x="0" y="0"/>
          <wp:positionH relativeFrom="column">
            <wp:posOffset>635</wp:posOffset>
          </wp:positionH>
          <wp:positionV relativeFrom="page">
            <wp:posOffset>427355</wp:posOffset>
          </wp:positionV>
          <wp:extent cx="505460" cy="575310"/>
          <wp:effectExtent l="0" t="0" r="2540" b="8890"/>
          <wp:wrapNone/>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0C0FE3" w:rsidRDefault="000C0FE3" w:rsidP="00A16A37">
    <w:pPr>
      <w:pStyle w:val="Kopfzeile"/>
    </w:pPr>
  </w:p>
  <w:p w:rsidR="000C0FE3" w:rsidRPr="00850A16" w:rsidRDefault="000C0FE3" w:rsidP="00A16A37">
    <w:pPr>
      <w:pStyle w:val="Kopfzeile"/>
    </w:pPr>
  </w:p>
  <w:p w:rsidR="000C0FE3" w:rsidRDefault="000C0FE3" w:rsidP="00A16A37">
    <w:pPr>
      <w:pStyle w:val="Kopfzeile"/>
    </w:pPr>
  </w:p>
  <w:p w:rsidR="000C0FE3" w:rsidRDefault="000C0FE3" w:rsidP="00A16A37">
    <w:pPr>
      <w:pStyle w:val="Kopfzeile"/>
    </w:pPr>
  </w:p>
  <w:p w:rsidR="000C0FE3" w:rsidRPr="00420AF4" w:rsidRDefault="000C0FE3" w:rsidP="00A16A3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264E"/>
    <w:multiLevelType w:val="hybridMultilevel"/>
    <w:tmpl w:val="553E858C"/>
    <w:lvl w:ilvl="0" w:tplc="B93845BA">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15:restartNumberingAfterBreak="0">
    <w:nsid w:val="06DF3BAF"/>
    <w:multiLevelType w:val="multilevel"/>
    <w:tmpl w:val="E850D6C4"/>
    <w:lvl w:ilvl="0">
      <w:start w:val="1"/>
      <w:numFmt w:val="bullet"/>
      <w:lvlText w:val="–"/>
      <w:lvlJc w:val="left"/>
      <w:pPr>
        <w:ind w:left="284" w:hanging="284"/>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513BA5"/>
    <w:multiLevelType w:val="hybridMultilevel"/>
    <w:tmpl w:val="251C1390"/>
    <w:lvl w:ilvl="0" w:tplc="F0FEC582">
      <w:start w:val="1"/>
      <w:numFmt w:val="bullet"/>
      <w:pStyle w:val="Listenabsatz"/>
      <w:lvlText w:val="–"/>
      <w:lvlJc w:val="left"/>
      <w:pPr>
        <w:ind w:left="720" w:hanging="360"/>
      </w:pPr>
      <w:rPr>
        <w:rFonts w:ascii="Verdana"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1559A1"/>
    <w:multiLevelType w:val="multilevel"/>
    <w:tmpl w:val="D794C0BE"/>
    <w:lvl w:ilvl="0">
      <w:start w:val="1"/>
      <w:numFmt w:val="decimal"/>
      <w:pStyle w:val="Titel1"/>
      <w:lvlText w:val="%1."/>
      <w:lvlJc w:val="left"/>
      <w:pPr>
        <w:ind w:left="567" w:hanging="567"/>
      </w:pPr>
      <w:rPr>
        <w:rFonts w:hint="default"/>
      </w:rPr>
    </w:lvl>
    <w:lvl w:ilvl="1">
      <w:start w:val="1"/>
      <w:numFmt w:val="decimal"/>
      <w:pStyle w:val="Titel2"/>
      <w:lvlText w:val="%1.%2."/>
      <w:lvlJc w:val="left"/>
      <w:pPr>
        <w:ind w:left="567" w:hanging="567"/>
      </w:pPr>
      <w:rPr>
        <w:rFonts w:hint="default"/>
      </w:rPr>
    </w:lvl>
    <w:lvl w:ilvl="2">
      <w:start w:val="1"/>
      <w:numFmt w:val="decimal"/>
      <w:pStyle w:val="Titel3"/>
      <w:lvlText w:val="%1.%2.%3."/>
      <w:lvlJc w:val="left"/>
      <w:pPr>
        <w:ind w:left="1701" w:hanging="567"/>
      </w:pPr>
      <w:rPr>
        <w:rFonts w:hint="default"/>
      </w:rPr>
    </w:lvl>
    <w:lvl w:ilvl="3">
      <w:start w:val="1"/>
      <w:numFmt w:val="decimal"/>
      <w:pStyle w:val="Titel4"/>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35B107D1"/>
    <w:multiLevelType w:val="hybridMultilevel"/>
    <w:tmpl w:val="14B4AE2E"/>
    <w:lvl w:ilvl="0" w:tplc="0810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46C71147"/>
    <w:multiLevelType w:val="hybridMultilevel"/>
    <w:tmpl w:val="F70C3A8E"/>
    <w:lvl w:ilvl="0" w:tplc="B93845BA">
      <w:start w:val="1"/>
      <w:numFmt w:val="lowerLetter"/>
      <w:lvlText w:val="%1)"/>
      <w:lvlJc w:val="left"/>
      <w:pPr>
        <w:ind w:left="360" w:hanging="360"/>
      </w:pPr>
      <w:rPr>
        <w:rFonts w:hint="default"/>
      </w:rPr>
    </w:lvl>
    <w:lvl w:ilvl="1" w:tplc="08100019" w:tentative="1">
      <w:start w:val="1"/>
      <w:numFmt w:val="lowerLetter"/>
      <w:lvlText w:val="%2."/>
      <w:lvlJc w:val="left"/>
      <w:pPr>
        <w:ind w:left="1080" w:hanging="360"/>
      </w:pPr>
    </w:lvl>
    <w:lvl w:ilvl="2" w:tplc="0810001B" w:tentative="1">
      <w:start w:val="1"/>
      <w:numFmt w:val="lowerRoman"/>
      <w:lvlText w:val="%3."/>
      <w:lvlJc w:val="right"/>
      <w:pPr>
        <w:ind w:left="1800" w:hanging="180"/>
      </w:pPr>
    </w:lvl>
    <w:lvl w:ilvl="3" w:tplc="0810000F" w:tentative="1">
      <w:start w:val="1"/>
      <w:numFmt w:val="decimal"/>
      <w:lvlText w:val="%4."/>
      <w:lvlJc w:val="left"/>
      <w:pPr>
        <w:ind w:left="2520" w:hanging="360"/>
      </w:pPr>
    </w:lvl>
    <w:lvl w:ilvl="4" w:tplc="08100019" w:tentative="1">
      <w:start w:val="1"/>
      <w:numFmt w:val="lowerLetter"/>
      <w:lvlText w:val="%5."/>
      <w:lvlJc w:val="left"/>
      <w:pPr>
        <w:ind w:left="3240" w:hanging="360"/>
      </w:pPr>
    </w:lvl>
    <w:lvl w:ilvl="5" w:tplc="0810001B" w:tentative="1">
      <w:start w:val="1"/>
      <w:numFmt w:val="lowerRoman"/>
      <w:lvlText w:val="%6."/>
      <w:lvlJc w:val="right"/>
      <w:pPr>
        <w:ind w:left="3960" w:hanging="180"/>
      </w:pPr>
    </w:lvl>
    <w:lvl w:ilvl="6" w:tplc="0810000F" w:tentative="1">
      <w:start w:val="1"/>
      <w:numFmt w:val="decimal"/>
      <w:lvlText w:val="%7."/>
      <w:lvlJc w:val="left"/>
      <w:pPr>
        <w:ind w:left="4680" w:hanging="360"/>
      </w:pPr>
    </w:lvl>
    <w:lvl w:ilvl="7" w:tplc="08100019" w:tentative="1">
      <w:start w:val="1"/>
      <w:numFmt w:val="lowerLetter"/>
      <w:lvlText w:val="%8."/>
      <w:lvlJc w:val="left"/>
      <w:pPr>
        <w:ind w:left="5400" w:hanging="360"/>
      </w:pPr>
    </w:lvl>
    <w:lvl w:ilvl="8" w:tplc="0810001B" w:tentative="1">
      <w:start w:val="1"/>
      <w:numFmt w:val="lowerRoman"/>
      <w:lvlText w:val="%9."/>
      <w:lvlJc w:val="right"/>
      <w:pPr>
        <w:ind w:left="6120" w:hanging="180"/>
      </w:pPr>
    </w:lvl>
  </w:abstractNum>
  <w:abstractNum w:abstractNumId="6" w15:restartNumberingAfterBreak="0">
    <w:nsid w:val="4D341003"/>
    <w:multiLevelType w:val="hybridMultilevel"/>
    <w:tmpl w:val="5CBAA204"/>
    <w:lvl w:ilvl="0" w:tplc="AE3A68A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7B3CF1"/>
    <w:multiLevelType w:val="hybridMultilevel"/>
    <w:tmpl w:val="CCA8CF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91B2C83"/>
    <w:multiLevelType w:val="hybridMultilevel"/>
    <w:tmpl w:val="71146ACE"/>
    <w:lvl w:ilvl="0" w:tplc="CADABB98">
      <w:numFmt w:val="bullet"/>
      <w:pStyle w:val="Aufzhlung3"/>
      <w:lvlText w:val="-"/>
      <w:lvlJc w:val="left"/>
      <w:pPr>
        <w:ind w:left="720" w:hanging="360"/>
      </w:pPr>
      <w:rPr>
        <w:rFonts w:ascii="Calibri" w:eastAsiaTheme="minorEastAsia"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BA212F3"/>
    <w:multiLevelType w:val="hybridMultilevel"/>
    <w:tmpl w:val="60EEDF60"/>
    <w:lvl w:ilvl="0" w:tplc="2892E920">
      <w:start w:val="1"/>
      <w:numFmt w:val="bullet"/>
      <w:pStyle w:val="Aufzhlung1"/>
      <w:lvlText w:val="-"/>
      <w:lvlJc w:val="left"/>
      <w:pPr>
        <w:ind w:left="36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0" w15:restartNumberingAfterBreak="0">
    <w:nsid w:val="6B8514BE"/>
    <w:multiLevelType w:val="hybridMultilevel"/>
    <w:tmpl w:val="EE9C720C"/>
    <w:lvl w:ilvl="0" w:tplc="98BE5D3E">
      <w:start w:val="1"/>
      <w:numFmt w:val="bullet"/>
      <w:pStyle w:val="Aufzhlung2"/>
      <w:lvlText w:val="-"/>
      <w:lvlJc w:val="left"/>
      <w:pPr>
        <w:ind w:left="89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1" w15:restartNumberingAfterBreak="0">
    <w:nsid w:val="6D867B35"/>
    <w:multiLevelType w:val="multilevel"/>
    <w:tmpl w:val="C6F6434C"/>
    <w:lvl w:ilvl="0">
      <w:start w:val="1"/>
      <w:numFmt w:val="decimal"/>
      <w:lvlText w:val="%1"/>
      <w:lvlJc w:val="left"/>
      <w:pPr>
        <w:ind w:left="432" w:hanging="432"/>
      </w:pPr>
      <w:rPr>
        <w:rFonts w:hint="default"/>
      </w:rPr>
    </w:lvl>
    <w:lvl w:ilvl="1">
      <w:start w:val="1"/>
      <w:numFmt w:val="decimal"/>
      <w:lvlText w:val="%1.%2"/>
      <w:lvlJc w:val="left"/>
      <w:pPr>
        <w:ind w:left="4829"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00550D0"/>
    <w:multiLevelType w:val="multilevel"/>
    <w:tmpl w:val="0F5C7AD2"/>
    <w:lvl w:ilvl="0">
      <w:start w:val="1"/>
      <w:numFmt w:val="bullet"/>
      <w:lvlText w:val="–"/>
      <w:lvlJc w:val="left"/>
      <w:pPr>
        <w:ind w:left="284" w:hanging="284"/>
      </w:pPr>
      <w:rPr>
        <w:rFonts w:ascii="Calibri" w:hAnsi="Calibri" w:hint="default"/>
      </w:rPr>
    </w:lvl>
    <w:lvl w:ilvl="1">
      <w:start w:val="1"/>
      <w:numFmt w:val="bullet"/>
      <w:pStyle w:val="Aufzhlung"/>
      <w:lvlText w:val="–"/>
      <w:lvlJc w:val="left"/>
      <w:pPr>
        <w:ind w:left="284" w:hanging="284"/>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A723AF0"/>
    <w:multiLevelType w:val="multilevel"/>
    <w:tmpl w:val="16DA06D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2"/>
  </w:num>
  <w:num w:numId="2">
    <w:abstractNumId w:val="6"/>
  </w:num>
  <w:num w:numId="3">
    <w:abstractNumId w:val="1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8"/>
  </w:num>
  <w:num w:numId="9">
    <w:abstractNumId w:val="9"/>
  </w:num>
  <w:num w:numId="10">
    <w:abstractNumId w:val="10"/>
  </w:num>
  <w:num w:numId="11">
    <w:abstractNumId w:val="12"/>
  </w:num>
  <w:num w:numId="12">
    <w:abstractNumId w:val="11"/>
  </w:num>
  <w:num w:numId="13">
    <w:abstractNumId w:val="5"/>
  </w:num>
  <w:num w:numId="14">
    <w:abstractNumId w:val="1"/>
  </w:num>
  <w:num w:numId="15">
    <w:abstractNumId w:val="5"/>
    <w:lvlOverride w:ilvl="0">
      <w:startOverride w:val="1"/>
    </w:lvlOverride>
  </w:num>
  <w:num w:numId="16">
    <w:abstractNumId w:val="4"/>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E2"/>
    <w:rsid w:val="00010859"/>
    <w:rsid w:val="00027AD4"/>
    <w:rsid w:val="000448B7"/>
    <w:rsid w:val="000573A2"/>
    <w:rsid w:val="00065EAD"/>
    <w:rsid w:val="00082FB8"/>
    <w:rsid w:val="0008637D"/>
    <w:rsid w:val="00097C72"/>
    <w:rsid w:val="000A5DAD"/>
    <w:rsid w:val="000C0FE3"/>
    <w:rsid w:val="000E3DC8"/>
    <w:rsid w:val="001065AC"/>
    <w:rsid w:val="00114F97"/>
    <w:rsid w:val="00116CD6"/>
    <w:rsid w:val="001277A6"/>
    <w:rsid w:val="001310F4"/>
    <w:rsid w:val="0014641C"/>
    <w:rsid w:val="0015323A"/>
    <w:rsid w:val="00153F41"/>
    <w:rsid w:val="00190DB4"/>
    <w:rsid w:val="001944D2"/>
    <w:rsid w:val="0019522D"/>
    <w:rsid w:val="001A13CC"/>
    <w:rsid w:val="001C7442"/>
    <w:rsid w:val="001F582A"/>
    <w:rsid w:val="00200BD6"/>
    <w:rsid w:val="00204D4C"/>
    <w:rsid w:val="002317F8"/>
    <w:rsid w:val="002466A3"/>
    <w:rsid w:val="00265CCC"/>
    <w:rsid w:val="00285442"/>
    <w:rsid w:val="002A1FE4"/>
    <w:rsid w:val="002A2DA8"/>
    <w:rsid w:val="002E4241"/>
    <w:rsid w:val="0030140C"/>
    <w:rsid w:val="0031733E"/>
    <w:rsid w:val="003211A3"/>
    <w:rsid w:val="003218FE"/>
    <w:rsid w:val="00322052"/>
    <w:rsid w:val="003253DD"/>
    <w:rsid w:val="0033788D"/>
    <w:rsid w:val="00362A8C"/>
    <w:rsid w:val="00362D11"/>
    <w:rsid w:val="003A61D1"/>
    <w:rsid w:val="003B266D"/>
    <w:rsid w:val="003D6A2A"/>
    <w:rsid w:val="0041410E"/>
    <w:rsid w:val="00420AF4"/>
    <w:rsid w:val="004242A7"/>
    <w:rsid w:val="004307D0"/>
    <w:rsid w:val="00435B43"/>
    <w:rsid w:val="00442BF2"/>
    <w:rsid w:val="00445F44"/>
    <w:rsid w:val="00471F4E"/>
    <w:rsid w:val="00492FBE"/>
    <w:rsid w:val="004A2AE4"/>
    <w:rsid w:val="004C2B8F"/>
    <w:rsid w:val="004C6F73"/>
    <w:rsid w:val="004C7E1D"/>
    <w:rsid w:val="004D0797"/>
    <w:rsid w:val="004E2191"/>
    <w:rsid w:val="004E2298"/>
    <w:rsid w:val="004E7F95"/>
    <w:rsid w:val="00505817"/>
    <w:rsid w:val="00506DC2"/>
    <w:rsid w:val="00514731"/>
    <w:rsid w:val="00514B4B"/>
    <w:rsid w:val="0052100E"/>
    <w:rsid w:val="0054653F"/>
    <w:rsid w:val="005477A5"/>
    <w:rsid w:val="0057373A"/>
    <w:rsid w:val="005828AC"/>
    <w:rsid w:val="005905D6"/>
    <w:rsid w:val="005915AD"/>
    <w:rsid w:val="005B3178"/>
    <w:rsid w:val="005B4B16"/>
    <w:rsid w:val="005C610B"/>
    <w:rsid w:val="005D7351"/>
    <w:rsid w:val="006120A7"/>
    <w:rsid w:val="006148D9"/>
    <w:rsid w:val="006363B0"/>
    <w:rsid w:val="006577AA"/>
    <w:rsid w:val="006A30F9"/>
    <w:rsid w:val="006C4833"/>
    <w:rsid w:val="006C6C4E"/>
    <w:rsid w:val="006E4270"/>
    <w:rsid w:val="006F649A"/>
    <w:rsid w:val="00702B1B"/>
    <w:rsid w:val="007165AC"/>
    <w:rsid w:val="007306DE"/>
    <w:rsid w:val="007433D7"/>
    <w:rsid w:val="00760154"/>
    <w:rsid w:val="00761965"/>
    <w:rsid w:val="0076285E"/>
    <w:rsid w:val="00763F5F"/>
    <w:rsid w:val="007A7A6F"/>
    <w:rsid w:val="007B1C89"/>
    <w:rsid w:val="007B705C"/>
    <w:rsid w:val="007C0340"/>
    <w:rsid w:val="007D510B"/>
    <w:rsid w:val="007F142E"/>
    <w:rsid w:val="00800DE2"/>
    <w:rsid w:val="0082521D"/>
    <w:rsid w:val="00850A16"/>
    <w:rsid w:val="008602EA"/>
    <w:rsid w:val="00864DC9"/>
    <w:rsid w:val="008B1D6D"/>
    <w:rsid w:val="008C4C11"/>
    <w:rsid w:val="008F7838"/>
    <w:rsid w:val="009106D2"/>
    <w:rsid w:val="00920DDC"/>
    <w:rsid w:val="009237EC"/>
    <w:rsid w:val="0092499E"/>
    <w:rsid w:val="0093115B"/>
    <w:rsid w:val="00934809"/>
    <w:rsid w:val="009534E5"/>
    <w:rsid w:val="009554F7"/>
    <w:rsid w:val="009743D3"/>
    <w:rsid w:val="00993A52"/>
    <w:rsid w:val="009A1B1D"/>
    <w:rsid w:val="009A3DB4"/>
    <w:rsid w:val="009D1D53"/>
    <w:rsid w:val="009D440F"/>
    <w:rsid w:val="00A052DC"/>
    <w:rsid w:val="00A16A37"/>
    <w:rsid w:val="00A24146"/>
    <w:rsid w:val="00A2599B"/>
    <w:rsid w:val="00A354E4"/>
    <w:rsid w:val="00A510A0"/>
    <w:rsid w:val="00A5155F"/>
    <w:rsid w:val="00A66443"/>
    <w:rsid w:val="00A7685A"/>
    <w:rsid w:val="00A77DBA"/>
    <w:rsid w:val="00A843C8"/>
    <w:rsid w:val="00A8608B"/>
    <w:rsid w:val="00A979AB"/>
    <w:rsid w:val="00AD78A1"/>
    <w:rsid w:val="00AE35DB"/>
    <w:rsid w:val="00AF578C"/>
    <w:rsid w:val="00B3161B"/>
    <w:rsid w:val="00B361DE"/>
    <w:rsid w:val="00B441D5"/>
    <w:rsid w:val="00BA1219"/>
    <w:rsid w:val="00BA5D9E"/>
    <w:rsid w:val="00BB62B2"/>
    <w:rsid w:val="00BD29CE"/>
    <w:rsid w:val="00BD3CDC"/>
    <w:rsid w:val="00BE7667"/>
    <w:rsid w:val="00BF02E2"/>
    <w:rsid w:val="00C01B04"/>
    <w:rsid w:val="00C05542"/>
    <w:rsid w:val="00C06201"/>
    <w:rsid w:val="00C21015"/>
    <w:rsid w:val="00C3201F"/>
    <w:rsid w:val="00C7503D"/>
    <w:rsid w:val="00C77B58"/>
    <w:rsid w:val="00C82CC3"/>
    <w:rsid w:val="00CA757F"/>
    <w:rsid w:val="00CB0729"/>
    <w:rsid w:val="00CB4D23"/>
    <w:rsid w:val="00CC55A9"/>
    <w:rsid w:val="00CE142D"/>
    <w:rsid w:val="00D16E39"/>
    <w:rsid w:val="00D2055B"/>
    <w:rsid w:val="00D24642"/>
    <w:rsid w:val="00D26729"/>
    <w:rsid w:val="00D3180D"/>
    <w:rsid w:val="00D32DE4"/>
    <w:rsid w:val="00D37D5B"/>
    <w:rsid w:val="00D46BFB"/>
    <w:rsid w:val="00D6504B"/>
    <w:rsid w:val="00D674B6"/>
    <w:rsid w:val="00D74017"/>
    <w:rsid w:val="00D740E4"/>
    <w:rsid w:val="00D92144"/>
    <w:rsid w:val="00DA1153"/>
    <w:rsid w:val="00DB0D8F"/>
    <w:rsid w:val="00DB169D"/>
    <w:rsid w:val="00DC147A"/>
    <w:rsid w:val="00DC1FAD"/>
    <w:rsid w:val="00DC7499"/>
    <w:rsid w:val="00DE7C81"/>
    <w:rsid w:val="00DF2C67"/>
    <w:rsid w:val="00E12199"/>
    <w:rsid w:val="00E20EBD"/>
    <w:rsid w:val="00E23906"/>
    <w:rsid w:val="00E33F61"/>
    <w:rsid w:val="00E63567"/>
    <w:rsid w:val="00E73F10"/>
    <w:rsid w:val="00E76EAB"/>
    <w:rsid w:val="00E83789"/>
    <w:rsid w:val="00EC537A"/>
    <w:rsid w:val="00EF5AED"/>
    <w:rsid w:val="00F046E2"/>
    <w:rsid w:val="00F0516E"/>
    <w:rsid w:val="00F05BFA"/>
    <w:rsid w:val="00F05DC6"/>
    <w:rsid w:val="00F13475"/>
    <w:rsid w:val="00F15AB3"/>
    <w:rsid w:val="00F70B56"/>
    <w:rsid w:val="00F778EA"/>
    <w:rsid w:val="00F8560E"/>
    <w:rsid w:val="00FA65BA"/>
    <w:rsid w:val="00FB50C0"/>
    <w:rsid w:val="00FB5388"/>
    <w:rsid w:val="00FD075D"/>
    <w:rsid w:val="00FD4E8E"/>
    <w:rsid w:val="00FF01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D0D55629-1F7C-4341-BAC6-798F4B776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2" w:qFormat="1"/>
    <w:lsdException w:name="heading 2" w:semiHidden="1" w:uiPriority="11"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74B6"/>
    <w:pPr>
      <w:spacing w:after="0" w:line="260" w:lineRule="atLeast"/>
    </w:pPr>
    <w:rPr>
      <w:sz w:val="19"/>
      <w:lang w:val="de-CH"/>
    </w:rPr>
  </w:style>
  <w:style w:type="paragraph" w:styleId="berschrift1">
    <w:name w:val="heading 1"/>
    <w:basedOn w:val="Standard"/>
    <w:next w:val="Standard"/>
    <w:link w:val="berschrift1Zchn"/>
    <w:uiPriority w:val="12"/>
    <w:qFormat/>
    <w:rsid w:val="00C06201"/>
    <w:pPr>
      <w:numPr>
        <w:numId w:val="3"/>
      </w:numPr>
      <w:ind w:left="567" w:hanging="567"/>
      <w:outlineLvl w:val="0"/>
    </w:pPr>
    <w:rPr>
      <w:b/>
    </w:rPr>
  </w:style>
  <w:style w:type="paragraph" w:styleId="berschrift2">
    <w:name w:val="heading 2"/>
    <w:basedOn w:val="berschrift1"/>
    <w:next w:val="Standard"/>
    <w:link w:val="berschrift2Zchn"/>
    <w:uiPriority w:val="11"/>
    <w:qFormat/>
    <w:rsid w:val="00C06201"/>
    <w:pPr>
      <w:numPr>
        <w:ilvl w:val="1"/>
      </w:numPr>
      <w:outlineLvl w:val="1"/>
    </w:pPr>
    <w:rPr>
      <w:b w:val="0"/>
    </w:rPr>
  </w:style>
  <w:style w:type="paragraph" w:styleId="berschrift3">
    <w:name w:val="heading 3"/>
    <w:basedOn w:val="Standard"/>
    <w:next w:val="Standard"/>
    <w:link w:val="berschrift3Zchn"/>
    <w:uiPriority w:val="9"/>
    <w:qFormat/>
    <w:rsid w:val="009237EC"/>
    <w:pPr>
      <w:keepNext/>
      <w:keepLines/>
      <w:numPr>
        <w:ilvl w:val="2"/>
        <w:numId w:val="3"/>
      </w:numPr>
      <w:spacing w:before="40"/>
      <w:outlineLvl w:val="2"/>
    </w:pPr>
    <w:rPr>
      <w:rFonts w:asciiTheme="majorHAnsi" w:eastAsiaTheme="majorEastAsia" w:hAnsiTheme="majorHAnsi" w:cstheme="majorBidi"/>
      <w:color w:val="00576F" w:themeColor="accent1" w:themeShade="7F"/>
      <w:sz w:val="24"/>
      <w:szCs w:val="24"/>
    </w:rPr>
  </w:style>
  <w:style w:type="paragraph" w:styleId="berschrift4">
    <w:name w:val="heading 4"/>
    <w:basedOn w:val="Standard"/>
    <w:next w:val="Standard"/>
    <w:link w:val="berschrift4Zchn"/>
    <w:uiPriority w:val="9"/>
    <w:semiHidden/>
    <w:unhideWhenUsed/>
    <w:rsid w:val="009237EC"/>
    <w:pPr>
      <w:keepNext/>
      <w:keepLines/>
      <w:numPr>
        <w:ilvl w:val="3"/>
        <w:numId w:val="3"/>
      </w:numPr>
      <w:spacing w:before="40"/>
      <w:outlineLvl w:val="3"/>
    </w:pPr>
    <w:rPr>
      <w:rFonts w:asciiTheme="majorHAnsi" w:eastAsiaTheme="majorEastAsia" w:hAnsiTheme="majorHAnsi" w:cstheme="majorBidi"/>
      <w:i/>
      <w:iCs/>
      <w:color w:val="0084A7" w:themeColor="accent1" w:themeShade="BF"/>
    </w:rPr>
  </w:style>
  <w:style w:type="paragraph" w:styleId="berschrift5">
    <w:name w:val="heading 5"/>
    <w:basedOn w:val="Standard"/>
    <w:next w:val="Standard"/>
    <w:link w:val="berschrift5Zchn"/>
    <w:uiPriority w:val="9"/>
    <w:semiHidden/>
    <w:unhideWhenUsed/>
    <w:qFormat/>
    <w:rsid w:val="009237EC"/>
    <w:pPr>
      <w:keepNext/>
      <w:keepLines/>
      <w:numPr>
        <w:ilvl w:val="4"/>
        <w:numId w:val="3"/>
      </w:numPr>
      <w:spacing w:before="40"/>
      <w:outlineLvl w:val="4"/>
    </w:pPr>
    <w:rPr>
      <w:rFonts w:asciiTheme="majorHAnsi" w:eastAsiaTheme="majorEastAsia" w:hAnsiTheme="majorHAnsi" w:cstheme="majorBidi"/>
      <w:color w:val="0084A7" w:themeColor="accent1" w:themeShade="BF"/>
    </w:rPr>
  </w:style>
  <w:style w:type="paragraph" w:styleId="berschrift6">
    <w:name w:val="heading 6"/>
    <w:basedOn w:val="Standard"/>
    <w:next w:val="Standard"/>
    <w:link w:val="berschrift6Zchn"/>
    <w:uiPriority w:val="9"/>
    <w:semiHidden/>
    <w:unhideWhenUsed/>
    <w:qFormat/>
    <w:rsid w:val="009237EC"/>
    <w:pPr>
      <w:keepNext/>
      <w:keepLines/>
      <w:numPr>
        <w:ilvl w:val="5"/>
        <w:numId w:val="3"/>
      </w:numPr>
      <w:spacing w:before="40"/>
      <w:outlineLvl w:val="5"/>
    </w:pPr>
    <w:rPr>
      <w:rFonts w:asciiTheme="majorHAnsi" w:eastAsiaTheme="majorEastAsia" w:hAnsiTheme="majorHAnsi" w:cstheme="majorBidi"/>
      <w:color w:val="00576F" w:themeColor="accent1" w:themeShade="7F"/>
    </w:rPr>
  </w:style>
  <w:style w:type="paragraph" w:styleId="berschrift7">
    <w:name w:val="heading 7"/>
    <w:basedOn w:val="Standard"/>
    <w:next w:val="Standard"/>
    <w:link w:val="berschrift7Zchn"/>
    <w:uiPriority w:val="9"/>
    <w:semiHidden/>
    <w:unhideWhenUsed/>
    <w:qFormat/>
    <w:rsid w:val="009237EC"/>
    <w:pPr>
      <w:keepNext/>
      <w:keepLines/>
      <w:numPr>
        <w:ilvl w:val="6"/>
        <w:numId w:val="3"/>
      </w:numPr>
      <w:spacing w:before="40"/>
      <w:outlineLvl w:val="6"/>
    </w:pPr>
    <w:rPr>
      <w:rFonts w:asciiTheme="majorHAnsi" w:eastAsiaTheme="majorEastAsia" w:hAnsiTheme="majorHAnsi" w:cstheme="majorBidi"/>
      <w:i/>
      <w:iCs/>
      <w:color w:val="00576F" w:themeColor="accent1" w:themeShade="7F"/>
    </w:rPr>
  </w:style>
  <w:style w:type="paragraph" w:styleId="berschrift8">
    <w:name w:val="heading 8"/>
    <w:basedOn w:val="Standard"/>
    <w:next w:val="Standard"/>
    <w:link w:val="berschrift8Zchn"/>
    <w:uiPriority w:val="9"/>
    <w:semiHidden/>
    <w:unhideWhenUsed/>
    <w:qFormat/>
    <w:rsid w:val="009237E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237E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7D510B"/>
    <w:pPr>
      <w:tabs>
        <w:tab w:val="center" w:pos="4513"/>
        <w:tab w:val="right" w:pos="9026"/>
      </w:tabs>
      <w:spacing w:line="240" w:lineRule="auto"/>
    </w:pPr>
  </w:style>
  <w:style w:type="character" w:customStyle="1" w:styleId="KopfzeileZchn">
    <w:name w:val="Kopfzeile Zchn"/>
    <w:basedOn w:val="Absatz-Standardschriftart"/>
    <w:link w:val="Kopfzeile"/>
    <w:uiPriority w:val="99"/>
    <w:semiHidden/>
    <w:rsid w:val="00A510A0"/>
    <w:rPr>
      <w:sz w:val="19"/>
      <w:lang w:val="de-CH"/>
    </w:rPr>
  </w:style>
  <w:style w:type="paragraph" w:styleId="Fuzeile">
    <w:name w:val="footer"/>
    <w:basedOn w:val="Standard"/>
    <w:link w:val="FuzeileZchn"/>
    <w:uiPriority w:val="99"/>
    <w:semiHidden/>
    <w:rsid w:val="007D510B"/>
    <w:pPr>
      <w:tabs>
        <w:tab w:val="center" w:pos="4513"/>
        <w:tab w:val="right" w:pos="9026"/>
      </w:tabs>
      <w:spacing w:line="240" w:lineRule="auto"/>
    </w:pPr>
  </w:style>
  <w:style w:type="character" w:customStyle="1" w:styleId="FuzeileZchn">
    <w:name w:val="Fußzeile Zchn"/>
    <w:basedOn w:val="Absatz-Standardschriftart"/>
    <w:link w:val="Fuzeile"/>
    <w:uiPriority w:val="99"/>
    <w:semiHidden/>
    <w:rsid w:val="00A510A0"/>
    <w:rPr>
      <w:sz w:val="19"/>
      <w:lang w:val="de-CH"/>
    </w:rPr>
  </w:style>
  <w:style w:type="character" w:customStyle="1" w:styleId="berschrift1Zchn">
    <w:name w:val="Überschrift 1 Zchn"/>
    <w:basedOn w:val="Absatz-Standardschriftart"/>
    <w:link w:val="berschrift1"/>
    <w:uiPriority w:val="12"/>
    <w:rsid w:val="00A510A0"/>
    <w:rPr>
      <w:b/>
      <w:sz w:val="19"/>
      <w:lang w:val="de-CH"/>
    </w:rPr>
  </w:style>
  <w:style w:type="character" w:customStyle="1" w:styleId="berschrift2Zchn">
    <w:name w:val="Überschrift 2 Zchn"/>
    <w:basedOn w:val="Absatz-Standardschriftart"/>
    <w:link w:val="berschrift2"/>
    <w:uiPriority w:val="11"/>
    <w:rsid w:val="00A510A0"/>
    <w:rPr>
      <w:sz w:val="19"/>
      <w:lang w:val="de-CH"/>
    </w:rPr>
  </w:style>
  <w:style w:type="table" w:styleId="Tabellenraster">
    <w:name w:val="Table Grid"/>
    <w:basedOn w:val="NormaleTabelle"/>
    <w:rsid w:val="002A1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Sujet">
    <w:name w:val="Betreff/Sujet"/>
    <w:basedOn w:val="Standard"/>
    <w:next w:val="Standard"/>
    <w:uiPriority w:val="1"/>
    <w:qFormat/>
    <w:rsid w:val="00D674B6"/>
    <w:pPr>
      <w:spacing w:after="80"/>
    </w:pPr>
    <w:rPr>
      <w:color w:val="03A9B9" w:themeColor="text2"/>
      <w:sz w:val="23"/>
      <w:szCs w:val="23"/>
    </w:rPr>
  </w:style>
  <w:style w:type="paragraph" w:styleId="Listenabsatz">
    <w:name w:val="List Paragraph"/>
    <w:aliases w:val="Liste a"/>
    <w:basedOn w:val="Standard"/>
    <w:link w:val="ListenabsatzZchn"/>
    <w:uiPriority w:val="34"/>
    <w:qFormat/>
    <w:rsid w:val="00E33F61"/>
    <w:pPr>
      <w:numPr>
        <w:numId w:val="1"/>
      </w:numPr>
      <w:ind w:left="142" w:hanging="142"/>
      <w:contextualSpacing/>
    </w:pPr>
  </w:style>
  <w:style w:type="paragraph" w:customStyle="1" w:styleId="Kopf">
    <w:name w:val="Kopf"/>
    <w:basedOn w:val="Standard"/>
    <w:uiPriority w:val="8"/>
    <w:semiHidden/>
    <w:qFormat/>
    <w:rsid w:val="00A8608B"/>
    <w:pPr>
      <w:spacing w:line="300" w:lineRule="atLeast"/>
    </w:pPr>
    <w:rPr>
      <w:sz w:val="23"/>
      <w:szCs w:val="23"/>
    </w:rPr>
  </w:style>
  <w:style w:type="character" w:customStyle="1" w:styleId="berschrift3Zchn">
    <w:name w:val="Überschrift 3 Zchn"/>
    <w:basedOn w:val="Absatz-Standardschriftart"/>
    <w:link w:val="berschrift3"/>
    <w:uiPriority w:val="9"/>
    <w:rsid w:val="00A510A0"/>
    <w:rPr>
      <w:rFonts w:asciiTheme="majorHAnsi" w:eastAsiaTheme="majorEastAsia" w:hAnsiTheme="majorHAnsi" w:cstheme="majorBidi"/>
      <w:color w:val="00576F" w:themeColor="accent1" w:themeShade="7F"/>
      <w:sz w:val="24"/>
      <w:szCs w:val="24"/>
      <w:lang w:val="de-CH"/>
    </w:rPr>
  </w:style>
  <w:style w:type="character" w:customStyle="1" w:styleId="berschrift4Zchn">
    <w:name w:val="Überschrift 4 Zchn"/>
    <w:basedOn w:val="Absatz-Standardschriftart"/>
    <w:link w:val="berschrift4"/>
    <w:uiPriority w:val="9"/>
    <w:semiHidden/>
    <w:rsid w:val="009237EC"/>
    <w:rPr>
      <w:rFonts w:asciiTheme="majorHAnsi" w:eastAsiaTheme="majorEastAsia" w:hAnsiTheme="majorHAnsi" w:cstheme="majorBidi"/>
      <w:i/>
      <w:iCs/>
      <w:color w:val="0084A7" w:themeColor="accent1" w:themeShade="BF"/>
      <w:sz w:val="19"/>
    </w:rPr>
  </w:style>
  <w:style w:type="character" w:customStyle="1" w:styleId="berschrift5Zchn">
    <w:name w:val="Überschrift 5 Zchn"/>
    <w:basedOn w:val="Absatz-Standardschriftart"/>
    <w:link w:val="berschrift5"/>
    <w:uiPriority w:val="9"/>
    <w:semiHidden/>
    <w:rsid w:val="009237EC"/>
    <w:rPr>
      <w:rFonts w:asciiTheme="majorHAnsi" w:eastAsiaTheme="majorEastAsia" w:hAnsiTheme="majorHAnsi" w:cstheme="majorBidi"/>
      <w:color w:val="0084A7" w:themeColor="accent1" w:themeShade="BF"/>
      <w:sz w:val="19"/>
    </w:rPr>
  </w:style>
  <w:style w:type="character" w:customStyle="1" w:styleId="berschrift6Zchn">
    <w:name w:val="Überschrift 6 Zchn"/>
    <w:basedOn w:val="Absatz-Standardschriftart"/>
    <w:link w:val="berschrift6"/>
    <w:uiPriority w:val="9"/>
    <w:semiHidden/>
    <w:rsid w:val="009237EC"/>
    <w:rPr>
      <w:rFonts w:asciiTheme="majorHAnsi" w:eastAsiaTheme="majorEastAsia" w:hAnsiTheme="majorHAnsi" w:cstheme="majorBidi"/>
      <w:color w:val="00576F" w:themeColor="accent1" w:themeShade="7F"/>
      <w:sz w:val="19"/>
    </w:rPr>
  </w:style>
  <w:style w:type="character" w:customStyle="1" w:styleId="berschrift7Zchn">
    <w:name w:val="Überschrift 7 Zchn"/>
    <w:basedOn w:val="Absatz-Standardschriftart"/>
    <w:link w:val="berschrift7"/>
    <w:uiPriority w:val="9"/>
    <w:semiHidden/>
    <w:rsid w:val="009237EC"/>
    <w:rPr>
      <w:rFonts w:asciiTheme="majorHAnsi" w:eastAsiaTheme="majorEastAsia" w:hAnsiTheme="majorHAnsi" w:cstheme="majorBidi"/>
      <w:i/>
      <w:iCs/>
      <w:color w:val="00576F" w:themeColor="accent1" w:themeShade="7F"/>
      <w:sz w:val="19"/>
    </w:rPr>
  </w:style>
  <w:style w:type="character" w:customStyle="1" w:styleId="berschrift8Zchn">
    <w:name w:val="Überschrift 8 Zchn"/>
    <w:basedOn w:val="Absatz-Standardschriftart"/>
    <w:link w:val="berschrift8"/>
    <w:uiPriority w:val="9"/>
    <w:semiHidden/>
    <w:rsid w:val="009237E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237EC"/>
    <w:rPr>
      <w:rFonts w:asciiTheme="majorHAnsi" w:eastAsiaTheme="majorEastAsia" w:hAnsiTheme="majorHAnsi" w:cstheme="majorBidi"/>
      <w:i/>
      <w:iCs/>
      <w:color w:val="272727" w:themeColor="text1" w:themeTint="D8"/>
      <w:sz w:val="21"/>
      <w:szCs w:val="21"/>
    </w:rPr>
  </w:style>
  <w:style w:type="paragraph" w:customStyle="1" w:styleId="Checkboxentext">
    <w:name w:val="Checkboxentext"/>
    <w:basedOn w:val="Standard"/>
    <w:semiHidden/>
    <w:qFormat/>
    <w:rsid w:val="000E3DC8"/>
    <w:pPr>
      <w:spacing w:line="320" w:lineRule="atLeast"/>
    </w:pPr>
  </w:style>
  <w:style w:type="paragraph" w:customStyle="1" w:styleId="Fusszeile">
    <w:name w:val="Fusszeile"/>
    <w:basedOn w:val="Fuzeile"/>
    <w:uiPriority w:val="8"/>
    <w:qFormat/>
    <w:rsid w:val="00D674B6"/>
    <w:pPr>
      <w:tabs>
        <w:tab w:val="clear" w:pos="4513"/>
        <w:tab w:val="clear" w:pos="9026"/>
        <w:tab w:val="center" w:pos="4678"/>
        <w:tab w:val="right" w:pos="9356"/>
      </w:tabs>
      <w:spacing w:line="260" w:lineRule="exact"/>
      <w:ind w:right="-1701"/>
    </w:pPr>
  </w:style>
  <w:style w:type="paragraph" w:customStyle="1" w:styleId="Titel1">
    <w:name w:val="Titel 1"/>
    <w:basedOn w:val="Standard"/>
    <w:next w:val="Standard"/>
    <w:link w:val="Titel1Zchn"/>
    <w:uiPriority w:val="1"/>
    <w:qFormat/>
    <w:rsid w:val="00A66443"/>
    <w:pPr>
      <w:numPr>
        <w:numId w:val="7"/>
      </w:numPr>
      <w:spacing w:before="120" w:after="60"/>
      <w:ind w:left="680" w:hanging="680"/>
      <w:outlineLvl w:val="0"/>
    </w:pPr>
    <w:rPr>
      <w:b/>
      <w:sz w:val="24"/>
      <w:szCs w:val="24"/>
    </w:rPr>
  </w:style>
  <w:style w:type="paragraph" w:customStyle="1" w:styleId="Titel2">
    <w:name w:val="Titel 2"/>
    <w:basedOn w:val="Standard"/>
    <w:next w:val="Standard"/>
    <w:uiPriority w:val="1"/>
    <w:qFormat/>
    <w:rsid w:val="00A66443"/>
    <w:pPr>
      <w:numPr>
        <w:ilvl w:val="1"/>
        <w:numId w:val="7"/>
      </w:numPr>
      <w:spacing w:before="120" w:after="60"/>
      <w:ind w:left="680" w:hanging="680"/>
      <w:outlineLvl w:val="1"/>
    </w:pPr>
    <w:rPr>
      <w:b/>
      <w:sz w:val="22"/>
    </w:rPr>
  </w:style>
  <w:style w:type="paragraph" w:customStyle="1" w:styleId="Titel3">
    <w:name w:val="Titel 3"/>
    <w:basedOn w:val="Standard"/>
    <w:next w:val="Standard"/>
    <w:link w:val="Titel3Zchn"/>
    <w:uiPriority w:val="1"/>
    <w:qFormat/>
    <w:rsid w:val="00A66443"/>
    <w:pPr>
      <w:numPr>
        <w:ilvl w:val="2"/>
        <w:numId w:val="7"/>
      </w:numPr>
      <w:spacing w:before="120" w:after="60"/>
      <w:ind w:left="680" w:hanging="680"/>
      <w:outlineLvl w:val="2"/>
    </w:pPr>
    <w:rPr>
      <w:b/>
      <w:sz w:val="22"/>
    </w:rPr>
  </w:style>
  <w:style w:type="paragraph" w:customStyle="1" w:styleId="Aufzhlung1">
    <w:name w:val="Aufzählung 1"/>
    <w:basedOn w:val="Standard"/>
    <w:uiPriority w:val="2"/>
    <w:qFormat/>
    <w:rsid w:val="00D674B6"/>
    <w:pPr>
      <w:numPr>
        <w:numId w:val="9"/>
      </w:numPr>
      <w:ind w:left="170" w:hanging="170"/>
    </w:pPr>
  </w:style>
  <w:style w:type="paragraph" w:customStyle="1" w:styleId="Aufzhlung2">
    <w:name w:val="Aufzählung 2"/>
    <w:basedOn w:val="Standard"/>
    <w:uiPriority w:val="2"/>
    <w:qFormat/>
    <w:rsid w:val="00D674B6"/>
    <w:pPr>
      <w:numPr>
        <w:numId w:val="10"/>
      </w:numPr>
      <w:ind w:left="340" w:hanging="170"/>
    </w:pPr>
  </w:style>
  <w:style w:type="paragraph" w:customStyle="1" w:styleId="Aufzhlung3">
    <w:name w:val="Aufzählung 3"/>
    <w:basedOn w:val="Standard"/>
    <w:uiPriority w:val="2"/>
    <w:qFormat/>
    <w:rsid w:val="00D674B6"/>
    <w:pPr>
      <w:numPr>
        <w:numId w:val="8"/>
      </w:numPr>
      <w:ind w:left="510" w:hanging="170"/>
    </w:pPr>
  </w:style>
  <w:style w:type="paragraph" w:customStyle="1" w:styleId="Versal">
    <w:name w:val="Versal"/>
    <w:basedOn w:val="Standard"/>
    <w:next w:val="Standard"/>
    <w:uiPriority w:val="8"/>
    <w:qFormat/>
    <w:rsid w:val="00D674B6"/>
    <w:pPr>
      <w:spacing w:after="80"/>
    </w:pPr>
    <w:rPr>
      <w:b/>
      <w:caps/>
      <w:spacing w:val="6"/>
      <w:sz w:val="14"/>
      <w:szCs w:val="14"/>
    </w:rPr>
  </w:style>
  <w:style w:type="paragraph" w:customStyle="1" w:styleId="Adresse">
    <w:name w:val="Adresse"/>
    <w:basedOn w:val="Standard"/>
    <w:semiHidden/>
    <w:qFormat/>
    <w:rsid w:val="00A16A37"/>
    <w:pPr>
      <w:spacing w:line="180" w:lineRule="exact"/>
      <w:ind w:right="-6"/>
      <w:jc w:val="right"/>
    </w:pPr>
    <w:rPr>
      <w:sz w:val="14"/>
    </w:rPr>
  </w:style>
  <w:style w:type="paragraph" w:customStyle="1" w:styleId="Aufzhlung">
    <w:name w:val="Aufzählung"/>
    <w:basedOn w:val="Listenabsatz"/>
    <w:uiPriority w:val="2"/>
    <w:rsid w:val="008F7838"/>
    <w:pPr>
      <w:numPr>
        <w:ilvl w:val="1"/>
        <w:numId w:val="11"/>
      </w:numPr>
      <w:spacing w:line="240" w:lineRule="auto"/>
      <w:jc w:val="both"/>
    </w:pPr>
    <w:rPr>
      <w:rFonts w:ascii="Calibri" w:eastAsia="Times New Roman" w:hAnsi="Calibri" w:cs="Arial"/>
      <w:color w:val="000000"/>
      <w:sz w:val="24"/>
      <w:szCs w:val="20"/>
      <w:lang w:eastAsia="de-CH"/>
    </w:rPr>
  </w:style>
  <w:style w:type="character" w:styleId="Funotenzeichen">
    <w:name w:val="footnote reference"/>
    <w:semiHidden/>
    <w:rsid w:val="008F7838"/>
    <w:rPr>
      <w:vertAlign w:val="superscript"/>
    </w:rPr>
  </w:style>
  <w:style w:type="paragraph" w:styleId="Funotentext">
    <w:name w:val="footnote text"/>
    <w:basedOn w:val="Standard"/>
    <w:link w:val="FunotentextZchn"/>
    <w:uiPriority w:val="99"/>
    <w:semiHidden/>
    <w:unhideWhenUsed/>
    <w:rsid w:val="008F7838"/>
    <w:pPr>
      <w:spacing w:line="240" w:lineRule="auto"/>
      <w:jc w:val="both"/>
    </w:pPr>
    <w:rPr>
      <w:rFonts w:ascii="Calibri" w:eastAsia="Times New Roman" w:hAnsi="Calibri" w:cs="Arial"/>
      <w:sz w:val="20"/>
      <w:szCs w:val="20"/>
      <w:lang w:eastAsia="de-DE"/>
    </w:rPr>
  </w:style>
  <w:style w:type="character" w:customStyle="1" w:styleId="FunotentextZchn">
    <w:name w:val="Fußnotentext Zchn"/>
    <w:basedOn w:val="Absatz-Standardschriftart"/>
    <w:link w:val="Funotentext"/>
    <w:uiPriority w:val="99"/>
    <w:semiHidden/>
    <w:rsid w:val="008F7838"/>
    <w:rPr>
      <w:rFonts w:ascii="Calibri" w:eastAsia="Times New Roman" w:hAnsi="Calibri" w:cs="Arial"/>
      <w:sz w:val="20"/>
      <w:szCs w:val="20"/>
      <w:lang w:val="de-CH" w:eastAsia="de-DE"/>
    </w:rPr>
  </w:style>
  <w:style w:type="paragraph" w:styleId="Inhaltsverzeichnisberschrift">
    <w:name w:val="TOC Heading"/>
    <w:basedOn w:val="berschrift1"/>
    <w:next w:val="Standard"/>
    <w:uiPriority w:val="39"/>
    <w:unhideWhenUsed/>
    <w:qFormat/>
    <w:rsid w:val="008F7838"/>
    <w:pPr>
      <w:keepNext/>
      <w:keepLines/>
      <w:numPr>
        <w:numId w:val="0"/>
      </w:numPr>
      <w:spacing w:before="240" w:line="259" w:lineRule="auto"/>
      <w:outlineLvl w:val="9"/>
    </w:pPr>
    <w:rPr>
      <w:rFonts w:asciiTheme="majorHAnsi" w:eastAsiaTheme="majorEastAsia" w:hAnsiTheme="majorHAnsi" w:cstheme="majorBidi"/>
      <w:b w:val="0"/>
      <w:color w:val="0084A7" w:themeColor="accent1" w:themeShade="BF"/>
      <w:sz w:val="32"/>
      <w:szCs w:val="32"/>
      <w:lang w:val="it-CH" w:eastAsia="it-CH"/>
    </w:rPr>
  </w:style>
  <w:style w:type="paragraph" w:customStyle="1" w:styleId="Dokumententyp">
    <w:name w:val="Dokumententyp"/>
    <w:basedOn w:val="Standard"/>
    <w:uiPriority w:val="2"/>
    <w:qFormat/>
    <w:rsid w:val="00DC7499"/>
    <w:pPr>
      <w:spacing w:line="240" w:lineRule="auto"/>
      <w:jc w:val="both"/>
    </w:pPr>
    <w:rPr>
      <w:rFonts w:ascii="Calibri" w:eastAsia="Times New Roman" w:hAnsi="Calibri" w:cs="Arial"/>
      <w:spacing w:val="10"/>
      <w:sz w:val="32"/>
      <w:szCs w:val="32"/>
      <w:lang w:eastAsia="de-DE"/>
    </w:rPr>
  </w:style>
  <w:style w:type="paragraph" w:styleId="Titel">
    <w:name w:val="Title"/>
    <w:aliases w:val="Dokumenttitel"/>
    <w:next w:val="Standard"/>
    <w:link w:val="TitelZchn"/>
    <w:uiPriority w:val="10"/>
    <w:qFormat/>
    <w:rsid w:val="005915AD"/>
    <w:pPr>
      <w:spacing w:after="0" w:line="216" w:lineRule="auto"/>
      <w:contextualSpacing/>
    </w:pPr>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TitelZchn">
    <w:name w:val="Titel Zchn"/>
    <w:aliases w:val="Dokumenttitel Zchn"/>
    <w:basedOn w:val="Absatz-Standardschriftart"/>
    <w:link w:val="Titel"/>
    <w:uiPriority w:val="10"/>
    <w:rsid w:val="005915AD"/>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ListenabsatzZchn">
    <w:name w:val="Listenabsatz Zchn"/>
    <w:aliases w:val="Liste a Zchn"/>
    <w:basedOn w:val="Absatz-Standardschriftart"/>
    <w:link w:val="Listenabsatz"/>
    <w:uiPriority w:val="34"/>
    <w:rsid w:val="00285442"/>
    <w:rPr>
      <w:sz w:val="19"/>
      <w:lang w:val="de-CH"/>
    </w:rPr>
  </w:style>
  <w:style w:type="paragraph" w:styleId="Verzeichnis2">
    <w:name w:val="toc 2"/>
    <w:basedOn w:val="Standard"/>
    <w:next w:val="Standard"/>
    <w:autoRedefine/>
    <w:uiPriority w:val="39"/>
    <w:unhideWhenUsed/>
    <w:rsid w:val="00BA1219"/>
    <w:pPr>
      <w:tabs>
        <w:tab w:val="right" w:leader="dot" w:pos="9344"/>
      </w:tabs>
      <w:ind w:left="850" w:hanging="425"/>
    </w:pPr>
    <w:rPr>
      <w:noProof/>
      <w:lang w:eastAsia="de-CH"/>
    </w:rPr>
  </w:style>
  <w:style w:type="paragraph" w:styleId="Verzeichnis3">
    <w:name w:val="toc 3"/>
    <w:basedOn w:val="Standard"/>
    <w:next w:val="Standard"/>
    <w:autoRedefine/>
    <w:uiPriority w:val="39"/>
    <w:unhideWhenUsed/>
    <w:rsid w:val="00D46BFB"/>
    <w:pPr>
      <w:tabs>
        <w:tab w:val="right" w:leader="dot" w:pos="9344"/>
      </w:tabs>
      <w:spacing w:before="60"/>
      <w:ind w:left="1418" w:hanging="567"/>
    </w:pPr>
  </w:style>
  <w:style w:type="paragraph" w:styleId="Verzeichnis1">
    <w:name w:val="toc 1"/>
    <w:basedOn w:val="Standard"/>
    <w:next w:val="Standard"/>
    <w:autoRedefine/>
    <w:uiPriority w:val="39"/>
    <w:unhideWhenUsed/>
    <w:rsid w:val="0054653F"/>
    <w:pPr>
      <w:tabs>
        <w:tab w:val="left" w:pos="380"/>
        <w:tab w:val="right" w:leader="dot" w:pos="9344"/>
      </w:tabs>
      <w:spacing w:before="120"/>
      <w:ind w:left="380" w:hanging="380"/>
    </w:pPr>
    <w:rPr>
      <w:noProof/>
    </w:rPr>
  </w:style>
  <w:style w:type="character" w:styleId="Hyperlink">
    <w:name w:val="Hyperlink"/>
    <w:basedOn w:val="Absatz-Standardschriftart"/>
    <w:uiPriority w:val="99"/>
    <w:unhideWhenUsed/>
    <w:rsid w:val="00C01B04"/>
    <w:rPr>
      <w:color w:val="00B1E0" w:themeColor="hyperlink"/>
      <w:u w:val="single"/>
    </w:rPr>
  </w:style>
  <w:style w:type="character" w:customStyle="1" w:styleId="Titel1Zchn">
    <w:name w:val="Titel 1 Zchn"/>
    <w:basedOn w:val="Absatz-Standardschriftart"/>
    <w:link w:val="Titel1"/>
    <w:uiPriority w:val="1"/>
    <w:rsid w:val="00A66443"/>
    <w:rPr>
      <w:b/>
      <w:sz w:val="24"/>
      <w:szCs w:val="24"/>
      <w:lang w:val="de-CH"/>
    </w:rPr>
  </w:style>
  <w:style w:type="paragraph" w:customStyle="1" w:styleId="Titel4">
    <w:name w:val="Titel 4"/>
    <w:basedOn w:val="Titel3"/>
    <w:link w:val="Titel4Zchn"/>
    <w:qFormat/>
    <w:rsid w:val="00E63567"/>
    <w:pPr>
      <w:numPr>
        <w:ilvl w:val="3"/>
      </w:numPr>
      <w:ind w:left="680" w:hanging="680"/>
      <w:outlineLvl w:val="3"/>
    </w:pPr>
  </w:style>
  <w:style w:type="character" w:customStyle="1" w:styleId="Titel3Zchn">
    <w:name w:val="Titel 3 Zchn"/>
    <w:basedOn w:val="Absatz-Standardschriftart"/>
    <w:link w:val="Titel3"/>
    <w:uiPriority w:val="1"/>
    <w:rsid w:val="00E63567"/>
    <w:rPr>
      <w:b/>
      <w:lang w:val="de-CH"/>
    </w:rPr>
  </w:style>
  <w:style w:type="character" w:customStyle="1" w:styleId="Titel4Zchn">
    <w:name w:val="Titel 4 Zchn"/>
    <w:basedOn w:val="Titel3Zchn"/>
    <w:link w:val="Titel4"/>
    <w:rsid w:val="00E63567"/>
    <w:rPr>
      <w:b/>
      <w:lang w:val="de-CH"/>
    </w:rPr>
  </w:style>
  <w:style w:type="paragraph" w:customStyle="1" w:styleId="Titel3a">
    <w:name w:val="Titel 3a"/>
    <w:basedOn w:val="Standard"/>
    <w:link w:val="Titel3aZchn"/>
    <w:qFormat/>
    <w:rsid w:val="00D46BFB"/>
    <w:rPr>
      <w:b/>
      <w:sz w:val="22"/>
    </w:rPr>
  </w:style>
  <w:style w:type="character" w:customStyle="1" w:styleId="Titel3aZchn">
    <w:name w:val="Titel 3a Zchn"/>
    <w:basedOn w:val="Titel3Zchn"/>
    <w:link w:val="Titel3a"/>
    <w:rsid w:val="00D46BFB"/>
    <w:rPr>
      <w:b/>
      <w:lang w:val="de-CH"/>
    </w:rPr>
  </w:style>
  <w:style w:type="paragraph" w:customStyle="1" w:styleId="Titel1a">
    <w:name w:val="Titel 1a"/>
    <w:basedOn w:val="Titel1"/>
    <w:next w:val="Standard"/>
    <w:link w:val="Titel1aZchn"/>
    <w:qFormat/>
    <w:rsid w:val="00FB5388"/>
    <w:pPr>
      <w:numPr>
        <w:numId w:val="0"/>
      </w:numPr>
    </w:pPr>
    <w:rPr>
      <w:lang w:val="en-US"/>
    </w:rPr>
  </w:style>
  <w:style w:type="character" w:customStyle="1" w:styleId="Titel1aZchn">
    <w:name w:val="Titel 1a Zchn"/>
    <w:basedOn w:val="Absatz-Standardschriftart"/>
    <w:link w:val="Titel1a"/>
    <w:rsid w:val="00FB5388"/>
    <w:rPr>
      <w:b/>
      <w:sz w:val="24"/>
      <w:szCs w:val="24"/>
      <w:lang w:val="en-US"/>
    </w:rPr>
  </w:style>
  <w:style w:type="paragraph" w:styleId="Verzeichnis4">
    <w:name w:val="toc 4"/>
    <w:basedOn w:val="Standard"/>
    <w:next w:val="Standard"/>
    <w:autoRedefine/>
    <w:uiPriority w:val="39"/>
    <w:unhideWhenUsed/>
    <w:rsid w:val="00F8560E"/>
    <w:pPr>
      <w:tabs>
        <w:tab w:val="right" w:leader="dot" w:pos="9344"/>
      </w:tabs>
      <w:spacing w:before="60" w:after="100"/>
      <w:ind w:left="425"/>
    </w:pPr>
  </w:style>
  <w:style w:type="paragraph" w:styleId="Verzeichnis5">
    <w:name w:val="toc 5"/>
    <w:basedOn w:val="Standard"/>
    <w:next w:val="Standard"/>
    <w:autoRedefine/>
    <w:uiPriority w:val="39"/>
    <w:semiHidden/>
    <w:unhideWhenUsed/>
    <w:rsid w:val="0054653F"/>
    <w:pPr>
      <w:spacing w:after="100"/>
      <w:ind w:left="760"/>
    </w:pPr>
  </w:style>
  <w:style w:type="paragraph" w:styleId="Verzeichnis9">
    <w:name w:val="toc 9"/>
    <w:basedOn w:val="Standard"/>
    <w:next w:val="Standard"/>
    <w:autoRedefine/>
    <w:uiPriority w:val="39"/>
    <w:semiHidden/>
    <w:unhideWhenUsed/>
    <w:rsid w:val="00F8560E"/>
    <w:pPr>
      <w:spacing w:after="100"/>
      <w:ind w:left="1520"/>
    </w:pPr>
  </w:style>
  <w:style w:type="table" w:styleId="EinfacheTabelle1">
    <w:name w:val="Plain Table 1"/>
    <w:basedOn w:val="NormaleTabelle"/>
    <w:uiPriority w:val="99"/>
    <w:rsid w:val="0032205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3218FE"/>
    <w:pPr>
      <w:autoSpaceDE w:val="0"/>
      <w:autoSpaceDN w:val="0"/>
      <w:adjustRightInd w:val="0"/>
      <w:spacing w:after="0" w:line="240" w:lineRule="auto"/>
    </w:pPr>
    <w:rPr>
      <w:rFonts w:ascii="Calibri" w:hAnsi="Calibri" w:cs="Calibri"/>
      <w:color w:val="000000"/>
      <w:sz w:val="24"/>
      <w:szCs w:val="2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rfil03\vorlagen\Vorlage_Pr&#252;fungsdokumente.dotx" TargetMode="External"/></Relationships>
</file>

<file path=word/theme/theme1.xml><?xml version="1.0" encoding="utf-8"?>
<a:theme xmlns:a="http://schemas.openxmlformats.org/drawingml/2006/main" name="Office Theme">
  <a:themeElements>
    <a:clrScheme name="VSEI">
      <a:dk1>
        <a:sysClr val="windowText" lastClr="000000"/>
      </a:dk1>
      <a:lt1>
        <a:sysClr val="window" lastClr="FFFFFF"/>
      </a:lt1>
      <a:dk2>
        <a:srgbClr val="03A9B9"/>
      </a:dk2>
      <a:lt2>
        <a:srgbClr val="FFFFFF"/>
      </a:lt2>
      <a:accent1>
        <a:srgbClr val="00B1E0"/>
      </a:accent1>
      <a:accent2>
        <a:srgbClr val="AAAFB2"/>
      </a:accent2>
      <a:accent3>
        <a:srgbClr val="4F5455"/>
      </a:accent3>
      <a:accent4>
        <a:srgbClr val="005CA9"/>
      </a:accent4>
      <a:accent5>
        <a:srgbClr val="47B170"/>
      </a:accent5>
      <a:accent6>
        <a:srgbClr val="007771"/>
      </a:accent6>
      <a:hlink>
        <a:srgbClr val="00B1E0"/>
      </a:hlink>
      <a:folHlink>
        <a:srgbClr val="4F5455"/>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EB89-EA9C-4127-8219-52F28A0F3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Vorlage_Prüfungsdokumente</Template>
  <TotalTime>0</TotalTime>
  <Pages>12</Pages>
  <Words>1778</Words>
  <Characters>11203</Characters>
  <Application>Microsoft Office Word</Application>
  <DocSecurity>0</DocSecurity>
  <Lines>93</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Lanzani Nelly</dc:creator>
  <cp:keywords/>
  <dc:description/>
  <cp:lastModifiedBy>Steiger Martin</cp:lastModifiedBy>
  <cp:revision>6</cp:revision>
  <cp:lastPrinted>2016-10-10T13:39:00Z</cp:lastPrinted>
  <dcterms:created xsi:type="dcterms:W3CDTF">2021-07-09T09:08:00Z</dcterms:created>
  <dcterms:modified xsi:type="dcterms:W3CDTF">2021-07-12T11:44:00Z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-708591930</vt:i4>
  </property>
  <property fmtid="{D5CDD505-2E9C-101B-9397-08002B2CF9AE}" pid="3" name="_NewReviewCycle">
    <vt:lpwstr/>
  </property>
  <property fmtid="{D5CDD505-2E9C-101B-9397-08002B2CF9AE}" pid="4" name="_EmailSubject">
    <vt:lpwstr>Fehlende Dokumente GA</vt:lpwstr>
  </property>
  <property fmtid="{D5CDD505-2E9C-101B-9397-08002B2CF9AE}" pid="5" name="_AuthorEmail">
    <vt:lpwstr>marcel.vonarburg@eitswiss.ch</vt:lpwstr>
  </property>
  <property fmtid="{D5CDD505-2E9C-101B-9397-08002B2CF9AE}" pid="6" name="_AuthorEmailDisplayName">
    <vt:lpwstr>Vonarburg Marcel</vt:lpwstr>
  </property>
</Properties>
</file>